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63" w:rsidRPr="0083011F" w:rsidRDefault="0051694F">
      <w:pPr>
        <w:rPr>
          <w:sz w:val="28"/>
          <w:szCs w:val="28"/>
        </w:rPr>
      </w:pPr>
      <w:r w:rsidRPr="0083011F">
        <w:rPr>
          <w:sz w:val="28"/>
          <w:szCs w:val="28"/>
        </w:rPr>
        <w:t xml:space="preserve">Nabídka jednoletého semináře pro třetí ročník na </w:t>
      </w:r>
      <w:proofErr w:type="spellStart"/>
      <w:r w:rsidRPr="0083011F">
        <w:rPr>
          <w:sz w:val="28"/>
          <w:szCs w:val="28"/>
        </w:rPr>
        <w:t>šk</w:t>
      </w:r>
      <w:proofErr w:type="spellEnd"/>
      <w:r w:rsidRPr="0083011F">
        <w:rPr>
          <w:sz w:val="28"/>
          <w:szCs w:val="28"/>
        </w:rPr>
        <w:t>. r. 2019/2020</w:t>
      </w:r>
    </w:p>
    <w:p w:rsidR="0051694F" w:rsidRPr="0083011F" w:rsidRDefault="0051694F">
      <w:pPr>
        <w:rPr>
          <w:sz w:val="28"/>
          <w:szCs w:val="28"/>
        </w:rPr>
      </w:pPr>
    </w:p>
    <w:p w:rsidR="0051694F" w:rsidRPr="0083011F" w:rsidRDefault="0051694F">
      <w:pPr>
        <w:rPr>
          <w:sz w:val="28"/>
          <w:szCs w:val="28"/>
        </w:rPr>
      </w:pPr>
      <w:r w:rsidRPr="0083011F">
        <w:rPr>
          <w:sz w:val="28"/>
          <w:szCs w:val="28"/>
        </w:rPr>
        <w:t>Seminář literárně interpretační</w:t>
      </w:r>
    </w:p>
    <w:p w:rsidR="0051694F" w:rsidRPr="0083011F" w:rsidRDefault="0051694F">
      <w:pPr>
        <w:rPr>
          <w:sz w:val="28"/>
          <w:szCs w:val="28"/>
        </w:rPr>
      </w:pPr>
    </w:p>
    <w:p w:rsidR="0051694F" w:rsidRPr="0083011F" w:rsidRDefault="0051694F">
      <w:pPr>
        <w:rPr>
          <w:sz w:val="28"/>
          <w:szCs w:val="28"/>
        </w:rPr>
      </w:pPr>
      <w:r w:rsidRPr="0083011F">
        <w:rPr>
          <w:sz w:val="28"/>
          <w:szCs w:val="28"/>
        </w:rPr>
        <w:t xml:space="preserve">Obsahem semináře by mělo být rozšíření a doplnění probrané látky </w:t>
      </w:r>
      <w:r w:rsidR="00CE13DA" w:rsidRPr="0083011F">
        <w:rPr>
          <w:sz w:val="28"/>
          <w:szCs w:val="28"/>
        </w:rPr>
        <w:t>zejména třetího ročníku</w:t>
      </w:r>
      <w:r w:rsidR="00DE428D" w:rsidRPr="0083011F">
        <w:rPr>
          <w:sz w:val="28"/>
          <w:szCs w:val="28"/>
        </w:rPr>
        <w:t xml:space="preserve"> s důrazem na práci s texty, jejich interpretaci a hledání souvislostí. Nedílnou součástí </w:t>
      </w:r>
      <w:r w:rsidR="00CE13DA" w:rsidRPr="0083011F">
        <w:rPr>
          <w:sz w:val="28"/>
          <w:szCs w:val="28"/>
        </w:rPr>
        <w:t xml:space="preserve">programu semináře </w:t>
      </w:r>
      <w:r w:rsidR="00DE428D" w:rsidRPr="0083011F">
        <w:rPr>
          <w:sz w:val="28"/>
          <w:szCs w:val="28"/>
        </w:rPr>
        <w:t xml:space="preserve">bude </w:t>
      </w:r>
      <w:r w:rsidR="00CE13DA" w:rsidRPr="0083011F">
        <w:rPr>
          <w:sz w:val="28"/>
          <w:szCs w:val="28"/>
        </w:rPr>
        <w:t xml:space="preserve">připomenutí základních teoretických principů potřebných pro rozbor a pochopení literárního díla, jeho zařazení do literárně historického kontextu. </w:t>
      </w:r>
    </w:p>
    <w:p w:rsidR="00CE13DA" w:rsidRPr="0083011F" w:rsidRDefault="00CE13DA">
      <w:pPr>
        <w:rPr>
          <w:sz w:val="28"/>
          <w:szCs w:val="28"/>
        </w:rPr>
      </w:pPr>
      <w:r w:rsidRPr="0083011F">
        <w:rPr>
          <w:sz w:val="28"/>
          <w:szCs w:val="28"/>
        </w:rPr>
        <w:t>U studentů se předpokládá aktivní podíl na průběhu semináře, schopnost zformulovat a vyjádřit na patřičné úrovni svůj názor na nastolené téma (text). Studenti se budou podílet na programu semináře prezentacemi, dalším výstupem bude seminární práce.</w:t>
      </w:r>
    </w:p>
    <w:p w:rsidR="00CE13DA" w:rsidRDefault="0083011F">
      <w:r>
        <w:t xml:space="preserve">                                               </w:t>
      </w:r>
    </w:p>
    <w:p w:rsidR="0083011F" w:rsidRPr="0083011F" w:rsidRDefault="0083011F">
      <w:pPr>
        <w:rPr>
          <w:sz w:val="28"/>
          <w:szCs w:val="28"/>
        </w:rPr>
      </w:pPr>
      <w:r w:rsidRPr="0083011F">
        <w:rPr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Pr="0083011F">
        <w:rPr>
          <w:sz w:val="28"/>
          <w:szCs w:val="28"/>
        </w:rPr>
        <w:t xml:space="preserve">                                                    Schwarzová</w:t>
      </w:r>
    </w:p>
    <w:sectPr w:rsidR="0083011F" w:rsidRPr="00830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4F"/>
    <w:rsid w:val="00246828"/>
    <w:rsid w:val="0051694F"/>
    <w:rsid w:val="0083011F"/>
    <w:rsid w:val="00987763"/>
    <w:rsid w:val="00CE13DA"/>
    <w:rsid w:val="00DE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AE7F"/>
  <w15:chartTrackingRefBased/>
  <w15:docId w15:val="{31E63E06-3038-414D-A74E-3803EB37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30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F9630926</Template>
  <TotalTime>159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Schwarzová Jaroslava</dc:creator>
  <cp:keywords/>
  <dc:description/>
  <cp:lastModifiedBy>Schwarzová Jaroslava</cp:lastModifiedBy>
  <cp:revision>2</cp:revision>
  <cp:lastPrinted>2019-01-14T10:27:00Z</cp:lastPrinted>
  <dcterms:created xsi:type="dcterms:W3CDTF">2019-01-11T13:13:00Z</dcterms:created>
  <dcterms:modified xsi:type="dcterms:W3CDTF">2019-01-14T12:41:00Z</dcterms:modified>
</cp:coreProperties>
</file>