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2D9" w:rsidRPr="00F202D9" w:rsidRDefault="00F202D9" w:rsidP="00F202D9">
      <w:pPr>
        <w:rPr>
          <w:b/>
          <w:u w:val="single"/>
        </w:rPr>
      </w:pPr>
      <w:r w:rsidRPr="00F202D9">
        <w:rPr>
          <w:b/>
          <w:u w:val="single"/>
        </w:rPr>
        <w:t>Fyzikální seminář  pro studenty  4.ročníku a oktávy</w:t>
      </w:r>
      <w:r w:rsidR="009D1ACE">
        <w:rPr>
          <w:b/>
          <w:u w:val="single"/>
        </w:rPr>
        <w:t xml:space="preserve">  2019/2020</w:t>
      </w:r>
    </w:p>
    <w:p w:rsidR="00F202D9" w:rsidRPr="00F202D9" w:rsidRDefault="00F202D9" w:rsidP="00F202D9">
      <w:pPr>
        <w:rPr>
          <w:b/>
        </w:rPr>
      </w:pPr>
      <w:r w:rsidRPr="00F202D9">
        <w:rPr>
          <w:b/>
        </w:rPr>
        <w:t>Vyučující:  RNDr. B. Fabriková</w:t>
      </w:r>
    </w:p>
    <w:p w:rsidR="00F202D9" w:rsidRPr="00F202D9" w:rsidRDefault="00F202D9" w:rsidP="00F202D9">
      <w:pPr>
        <w:rPr>
          <w:b/>
        </w:rPr>
      </w:pPr>
    </w:p>
    <w:p w:rsidR="00F202D9" w:rsidRPr="00F202D9" w:rsidRDefault="00F202D9" w:rsidP="00F202D9">
      <w:pPr>
        <w:rPr>
          <w:b/>
        </w:rPr>
      </w:pPr>
      <w:r w:rsidRPr="00F202D9">
        <w:rPr>
          <w:b/>
        </w:rPr>
        <w:t>Obsahem se</w:t>
      </w:r>
      <w:r w:rsidR="00791D85">
        <w:rPr>
          <w:b/>
        </w:rPr>
        <w:t>mináře budou vybrané kapitoly z</w:t>
      </w:r>
      <w:r w:rsidRPr="00F202D9">
        <w:rPr>
          <w:b/>
        </w:rPr>
        <w:t xml:space="preserve"> fyziky. </w:t>
      </w:r>
    </w:p>
    <w:p w:rsidR="009D1ACE" w:rsidRDefault="00F202D9" w:rsidP="00F202D9">
      <w:pPr>
        <w:rPr>
          <w:b/>
        </w:rPr>
      </w:pPr>
      <w:r w:rsidRPr="00F202D9">
        <w:rPr>
          <w:b/>
        </w:rPr>
        <w:t>Kr</w:t>
      </w:r>
      <w:r w:rsidR="00791D85">
        <w:rPr>
          <w:b/>
        </w:rPr>
        <w:t>omě souhrnného opakování okruhů</w:t>
      </w:r>
      <w:r w:rsidRPr="00F202D9">
        <w:rPr>
          <w:b/>
        </w:rPr>
        <w:t xml:space="preserve"> probraných </w:t>
      </w:r>
      <w:r w:rsidR="009D1ACE">
        <w:rPr>
          <w:b/>
        </w:rPr>
        <w:t>v průběhu studia budou zařazeny příklady</w:t>
      </w:r>
      <w:r w:rsidR="00791D85">
        <w:rPr>
          <w:b/>
        </w:rPr>
        <w:t>,</w:t>
      </w:r>
      <w:r w:rsidRPr="00F202D9">
        <w:rPr>
          <w:b/>
        </w:rPr>
        <w:t xml:space="preserve"> </w:t>
      </w:r>
      <w:r w:rsidR="009D1ACE">
        <w:rPr>
          <w:b/>
        </w:rPr>
        <w:t>které v učebnicích</w:t>
      </w:r>
      <w:r w:rsidRPr="00F202D9">
        <w:rPr>
          <w:b/>
        </w:rPr>
        <w:t xml:space="preserve"> nejsou</w:t>
      </w:r>
      <w:r w:rsidR="009D1ACE">
        <w:rPr>
          <w:b/>
        </w:rPr>
        <w:t xml:space="preserve">. </w:t>
      </w:r>
    </w:p>
    <w:p w:rsidR="009D1ACE" w:rsidRDefault="009D1ACE" w:rsidP="00F202D9">
      <w:pPr>
        <w:rPr>
          <w:b/>
        </w:rPr>
      </w:pPr>
      <w:r>
        <w:rPr>
          <w:b/>
        </w:rPr>
        <w:t>Studenti se naučí vytvářet myšlenkové mapy pro snadnější utřídění a zapamatování učiva.</w:t>
      </w:r>
    </w:p>
    <w:p w:rsidR="00F202D9" w:rsidRPr="00F202D9" w:rsidRDefault="00F202D9" w:rsidP="00F202D9">
      <w:pPr>
        <w:rPr>
          <w:b/>
        </w:rPr>
      </w:pPr>
      <w:r w:rsidRPr="00F202D9">
        <w:rPr>
          <w:b/>
        </w:rPr>
        <w:t>Některé hodiny budou věnovány fyzice v angličtině:  Studenti se seznámí se základními fyzikálními pojmy v angličtině (veličiny, jednotky) a  fyzikálními zákony  v angličtině. Studenti  budou pracovat s anglickými fyzikálními texty a řešit příklady</w:t>
      </w:r>
      <w:bookmarkStart w:id="0" w:name="_GoBack"/>
      <w:bookmarkEnd w:id="0"/>
      <w:r w:rsidRPr="00F202D9">
        <w:rPr>
          <w:b/>
        </w:rPr>
        <w:t>.</w:t>
      </w:r>
    </w:p>
    <w:p w:rsidR="00D02173" w:rsidRDefault="00D02173"/>
    <w:sectPr w:rsidR="00D02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26"/>
    <w:rsid w:val="00791D85"/>
    <w:rsid w:val="009D1ACE"/>
    <w:rsid w:val="00BB1F26"/>
    <w:rsid w:val="00D02173"/>
    <w:rsid w:val="00F2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C724E"/>
  <w15:docId w15:val="{4DBA8B74-DB44-4D59-8E3F-C4F272992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86A06974</Template>
  <TotalTime>27</TotalTime>
  <Pages>1</Pages>
  <Words>86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Fabriková Blanka</dc:creator>
  <cp:keywords/>
  <dc:description/>
  <cp:lastModifiedBy>Fabriková Blanka</cp:lastModifiedBy>
  <cp:revision>3</cp:revision>
  <dcterms:created xsi:type="dcterms:W3CDTF">2017-01-13T09:29:00Z</dcterms:created>
  <dcterms:modified xsi:type="dcterms:W3CDTF">2019-01-08T12:59:00Z</dcterms:modified>
</cp:coreProperties>
</file>