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FBD" w:rsidRPr="00BA10B0" w:rsidRDefault="00FA1FBD" w:rsidP="00FA1FBD">
      <w:pPr>
        <w:rPr>
          <w:rFonts w:ascii="Arial Black" w:hAnsi="Arial Black"/>
          <w:b/>
          <w:u w:val="single"/>
        </w:rPr>
      </w:pPr>
      <w:r w:rsidRPr="00BA10B0">
        <w:rPr>
          <w:rFonts w:ascii="Arial Black" w:hAnsi="Arial Black"/>
          <w:b/>
          <w:u w:val="single"/>
        </w:rPr>
        <w:t>Fyzikální seminář  pro studenty  3.ročníku a septimy</w:t>
      </w:r>
      <w:r w:rsidR="00BA10B0" w:rsidRPr="00BA10B0">
        <w:rPr>
          <w:rFonts w:ascii="Arial Black" w:hAnsi="Arial Black"/>
          <w:b/>
          <w:u w:val="single"/>
        </w:rPr>
        <w:t xml:space="preserve">  2019/2020</w:t>
      </w:r>
    </w:p>
    <w:p w:rsidR="00FA1FBD" w:rsidRPr="00BA10B0" w:rsidRDefault="00FA1FBD" w:rsidP="00FA1FBD">
      <w:pPr>
        <w:rPr>
          <w:rFonts w:ascii="Arial Black" w:hAnsi="Arial Black"/>
          <w:b/>
        </w:rPr>
      </w:pPr>
      <w:r w:rsidRPr="00BA10B0">
        <w:rPr>
          <w:rFonts w:ascii="Arial Black" w:hAnsi="Arial Black"/>
          <w:b/>
        </w:rPr>
        <w:t>Vyučující: RNDr. B. Fabriková</w:t>
      </w:r>
    </w:p>
    <w:p w:rsidR="007F4652" w:rsidRPr="00BA10B0" w:rsidRDefault="007F4652" w:rsidP="007F4652">
      <w:pPr>
        <w:rPr>
          <w:rFonts w:ascii="Arial Black" w:hAnsi="Arial Black"/>
        </w:rPr>
      </w:pPr>
      <w:r w:rsidRPr="00BA10B0">
        <w:rPr>
          <w:rFonts w:ascii="Arial Black" w:hAnsi="Arial Black"/>
        </w:rPr>
        <w:t>Rozšíření a prohloubení učiva fyziky prvního až třetího ročníku. Probírání některých témat, která nejsou obsažena v ŠVP.</w:t>
      </w:r>
    </w:p>
    <w:p w:rsidR="007F4652" w:rsidRPr="00BA10B0" w:rsidRDefault="007F4652" w:rsidP="00FA1FBD">
      <w:pPr>
        <w:rPr>
          <w:rFonts w:ascii="Arial Black" w:hAnsi="Arial Black"/>
          <w:b/>
        </w:rPr>
      </w:pPr>
    </w:p>
    <w:p w:rsidR="00FA1FBD" w:rsidRPr="00BA10B0" w:rsidRDefault="00FA1FBD" w:rsidP="00FA1FBD">
      <w:pPr>
        <w:rPr>
          <w:rFonts w:ascii="Arial Black" w:hAnsi="Arial Black"/>
        </w:rPr>
      </w:pPr>
      <w:r w:rsidRPr="00BA10B0">
        <w:rPr>
          <w:rFonts w:ascii="Arial Black" w:hAnsi="Arial Black"/>
        </w:rPr>
        <w:t>Mechanika:</w:t>
      </w:r>
      <w:r w:rsidR="002D7624" w:rsidRPr="00BA10B0">
        <w:rPr>
          <w:rFonts w:ascii="Arial Black" w:hAnsi="Arial Black"/>
        </w:rPr>
        <w:t xml:space="preserve"> </w:t>
      </w:r>
      <w:r w:rsidRPr="00BA10B0">
        <w:rPr>
          <w:rFonts w:ascii="Arial Black" w:hAnsi="Arial Black"/>
        </w:rPr>
        <w:t xml:space="preserve"> Pohyby v gravitačním poli Země</w:t>
      </w:r>
      <w:r w:rsidR="002D7624" w:rsidRPr="00BA10B0">
        <w:rPr>
          <w:rFonts w:ascii="Arial Black" w:hAnsi="Arial Black"/>
        </w:rPr>
        <w:t>.</w:t>
      </w:r>
      <w:bookmarkStart w:id="0" w:name="_GoBack"/>
      <w:bookmarkEnd w:id="0"/>
    </w:p>
    <w:p w:rsidR="000D2BF0" w:rsidRPr="00BA10B0" w:rsidRDefault="000D2BF0" w:rsidP="000D2BF0">
      <w:pPr>
        <w:rPr>
          <w:rFonts w:ascii="Arial Black" w:hAnsi="Arial Black"/>
        </w:rPr>
      </w:pPr>
      <w:r w:rsidRPr="00BA10B0">
        <w:rPr>
          <w:rFonts w:ascii="Arial Black" w:hAnsi="Arial Black"/>
        </w:rPr>
        <w:t>Speciální teorie relativity: Dilatace času, kontrakce délek, relativistické skládání rychlostí, relativistická hmotnost a hybnost. Souvislost hmoty a energie.</w:t>
      </w:r>
    </w:p>
    <w:p w:rsidR="000D2BF0" w:rsidRPr="00BA10B0" w:rsidRDefault="000D2BF0" w:rsidP="000D2BF0">
      <w:pPr>
        <w:rPr>
          <w:rFonts w:ascii="Arial Black" w:hAnsi="Arial Black"/>
        </w:rPr>
      </w:pPr>
      <w:r w:rsidRPr="00BA10B0">
        <w:rPr>
          <w:rFonts w:ascii="Arial Black" w:hAnsi="Arial Black"/>
        </w:rPr>
        <w:t>Astronomie a astrofyzika : Sluneční soustava, pohyby Slunce,  Měsíce a planet.</w:t>
      </w:r>
      <w:r w:rsidR="009E51ED" w:rsidRPr="00BA10B0">
        <w:rPr>
          <w:rFonts w:ascii="Arial Black" w:hAnsi="Arial Black"/>
        </w:rPr>
        <w:t xml:space="preserve"> Newtonův gravitační zákon. Keplerovy zákony. </w:t>
      </w:r>
      <w:r w:rsidRPr="00BA10B0">
        <w:rPr>
          <w:rFonts w:ascii="Arial Black" w:hAnsi="Arial Black"/>
        </w:rPr>
        <w:t xml:space="preserve"> Orientace na obloze, souřadnice, </w:t>
      </w:r>
      <w:r w:rsidR="007F4652" w:rsidRPr="00BA10B0">
        <w:rPr>
          <w:rFonts w:ascii="Arial Black" w:hAnsi="Arial Black"/>
        </w:rPr>
        <w:t>práce s hvězdářskou</w:t>
      </w:r>
      <w:r w:rsidRPr="00BA10B0">
        <w:rPr>
          <w:rFonts w:ascii="Arial Black" w:hAnsi="Arial Black"/>
        </w:rPr>
        <w:t xml:space="preserve"> r</w:t>
      </w:r>
      <w:r w:rsidR="007F4652" w:rsidRPr="00BA10B0">
        <w:rPr>
          <w:rFonts w:ascii="Arial Black" w:hAnsi="Arial Black"/>
        </w:rPr>
        <w:t>očenkou.</w:t>
      </w:r>
      <w:r w:rsidRPr="00BA10B0">
        <w:rPr>
          <w:rFonts w:ascii="Arial Black" w:hAnsi="Arial Black"/>
        </w:rPr>
        <w:t xml:space="preserve"> Vznik vesmíru.</w:t>
      </w:r>
      <w:r w:rsidR="007F4652" w:rsidRPr="00BA10B0">
        <w:rPr>
          <w:rFonts w:ascii="Arial Black" w:hAnsi="Arial Black"/>
        </w:rPr>
        <w:t xml:space="preserve"> Kosmologie. </w:t>
      </w:r>
      <w:r w:rsidR="009E51ED" w:rsidRPr="00BA10B0">
        <w:rPr>
          <w:rFonts w:ascii="Arial Black" w:hAnsi="Arial Black"/>
        </w:rPr>
        <w:t>Vznik hvězd. P</w:t>
      </w:r>
      <w:r w:rsidR="007F4652" w:rsidRPr="00BA10B0">
        <w:rPr>
          <w:rFonts w:ascii="Arial Black" w:hAnsi="Arial Black"/>
        </w:rPr>
        <w:t xml:space="preserve">rocesy v nitru hvězdy. Zánik hvězd. H-R diagram. </w:t>
      </w:r>
    </w:p>
    <w:p w:rsidR="007F4652" w:rsidRPr="00BA10B0" w:rsidRDefault="00FA1FBD" w:rsidP="007F4652">
      <w:pPr>
        <w:rPr>
          <w:rFonts w:ascii="Arial Black" w:hAnsi="Arial Black"/>
        </w:rPr>
      </w:pPr>
      <w:r w:rsidRPr="00BA10B0">
        <w:rPr>
          <w:rFonts w:ascii="Arial Black" w:hAnsi="Arial Black"/>
        </w:rPr>
        <w:t>Jaderná fyzika</w:t>
      </w:r>
      <w:r w:rsidR="007F4652" w:rsidRPr="00BA10B0">
        <w:rPr>
          <w:rFonts w:ascii="Arial Black" w:hAnsi="Arial Black"/>
        </w:rPr>
        <w:t>: : Hmotnostní schodek. Poločas přeměny. Radiokarbonové datování.</w:t>
      </w:r>
    </w:p>
    <w:p w:rsidR="00FA1FBD" w:rsidRPr="00BA10B0" w:rsidRDefault="007F4652" w:rsidP="00FA1FBD">
      <w:pPr>
        <w:rPr>
          <w:rFonts w:ascii="Arial Black" w:hAnsi="Arial Black"/>
        </w:rPr>
      </w:pPr>
      <w:r w:rsidRPr="00BA10B0">
        <w:rPr>
          <w:rFonts w:ascii="Arial Black" w:hAnsi="Arial Black"/>
        </w:rPr>
        <w:t>Částicová fyzika</w:t>
      </w:r>
      <w:r w:rsidR="009E51ED" w:rsidRPr="00BA10B0">
        <w:rPr>
          <w:rFonts w:ascii="Arial Black" w:hAnsi="Arial Black"/>
        </w:rPr>
        <w:t xml:space="preserve">. Standardní model mikrosvěta. </w:t>
      </w:r>
      <w:r w:rsidR="002B0945" w:rsidRPr="00BA10B0">
        <w:rPr>
          <w:rFonts w:ascii="Arial Black" w:hAnsi="Arial Black"/>
        </w:rPr>
        <w:t>Částice, jejich vlastnosti a chování.</w:t>
      </w:r>
    </w:p>
    <w:p w:rsidR="007F4652" w:rsidRPr="00BA10B0" w:rsidRDefault="007F4652" w:rsidP="00FA1FBD">
      <w:pPr>
        <w:rPr>
          <w:rFonts w:ascii="Arial Black" w:hAnsi="Arial Black"/>
        </w:rPr>
      </w:pPr>
      <w:r w:rsidRPr="00BA10B0">
        <w:rPr>
          <w:rFonts w:ascii="Arial Black" w:hAnsi="Arial Black"/>
        </w:rPr>
        <w:t>Optika: Vlnová optika</w:t>
      </w:r>
    </w:p>
    <w:p w:rsidR="0062275C" w:rsidRDefault="0062275C"/>
    <w:sectPr w:rsidR="00622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8B"/>
    <w:rsid w:val="000D2BF0"/>
    <w:rsid w:val="001C42F5"/>
    <w:rsid w:val="002B0945"/>
    <w:rsid w:val="002D7624"/>
    <w:rsid w:val="0062275C"/>
    <w:rsid w:val="007F4652"/>
    <w:rsid w:val="0089128B"/>
    <w:rsid w:val="009E51ED"/>
    <w:rsid w:val="00AF52ED"/>
    <w:rsid w:val="00BA10B0"/>
    <w:rsid w:val="00FA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161E3"/>
  <w15:docId w15:val="{F5B3F424-7986-4C77-95ED-A08890231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A5B1EF96</Template>
  <TotalTime>53</TotalTime>
  <Pages>1</Pages>
  <Words>128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Fabriková Blanka</dc:creator>
  <cp:keywords/>
  <dc:description/>
  <cp:lastModifiedBy>Fabriková Blanka</cp:lastModifiedBy>
  <cp:revision>8</cp:revision>
  <dcterms:created xsi:type="dcterms:W3CDTF">2016-01-13T11:04:00Z</dcterms:created>
  <dcterms:modified xsi:type="dcterms:W3CDTF">2019-01-08T13:02:00Z</dcterms:modified>
</cp:coreProperties>
</file>