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4B5" w:rsidRDefault="00CB7518" w:rsidP="00E278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8D8">
        <w:rPr>
          <w:rFonts w:ascii="Times New Roman" w:hAnsi="Times New Roman" w:cs="Times New Roman"/>
          <w:b/>
          <w:sz w:val="32"/>
          <w:szCs w:val="32"/>
        </w:rPr>
        <w:t>Německá konverzace</w:t>
      </w:r>
      <w:r w:rsidR="007E5F82" w:rsidRPr="00E278D8">
        <w:rPr>
          <w:rFonts w:ascii="Times New Roman" w:hAnsi="Times New Roman" w:cs="Times New Roman"/>
          <w:b/>
          <w:sz w:val="32"/>
          <w:szCs w:val="32"/>
        </w:rPr>
        <w:t xml:space="preserve"> A</w:t>
      </w:r>
    </w:p>
    <w:p w:rsidR="00E278D8" w:rsidRDefault="00032B2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74B3002C" wp14:editId="121A8E86">
            <wp:simplePos x="0" y="0"/>
            <wp:positionH relativeFrom="column">
              <wp:posOffset>4872355</wp:posOffset>
            </wp:positionH>
            <wp:positionV relativeFrom="paragraph">
              <wp:posOffset>22860</wp:posOffset>
            </wp:positionV>
            <wp:extent cx="828675" cy="752475"/>
            <wp:effectExtent l="0" t="0" r="9525" b="9525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78D8">
        <w:rPr>
          <w:rFonts w:ascii="Times New Roman" w:hAnsi="Times New Roman" w:cs="Times New Roman"/>
          <w:sz w:val="24"/>
          <w:szCs w:val="24"/>
        </w:rPr>
        <w:t>Školní rok: 201</w:t>
      </w:r>
      <w:r w:rsidR="0074378F">
        <w:rPr>
          <w:rFonts w:ascii="Times New Roman" w:hAnsi="Times New Roman" w:cs="Times New Roman"/>
          <w:sz w:val="24"/>
          <w:szCs w:val="24"/>
        </w:rPr>
        <w:t>9/2020</w:t>
      </w:r>
      <w:bookmarkStart w:id="0" w:name="_GoBack"/>
      <w:bookmarkEnd w:id="0"/>
    </w:p>
    <w:p w:rsidR="00724EDA" w:rsidRPr="00724EDA" w:rsidRDefault="00724E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Třídy: </w:t>
      </w:r>
      <w:r w:rsidR="007E5F82">
        <w:rPr>
          <w:rFonts w:ascii="Times New Roman" w:hAnsi="Times New Roman" w:cs="Times New Roman"/>
          <w:sz w:val="24"/>
          <w:szCs w:val="24"/>
        </w:rPr>
        <w:t>oktáva a septima</w:t>
      </w:r>
    </w:p>
    <w:p w:rsidR="00CB7518" w:rsidRPr="0055338B" w:rsidRDefault="00CB7518">
      <w:p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 xml:space="preserve">Vyučující: </w:t>
      </w:r>
      <w:r w:rsidR="002F445B">
        <w:rPr>
          <w:rFonts w:ascii="Times New Roman" w:hAnsi="Times New Roman" w:cs="Times New Roman"/>
          <w:sz w:val="24"/>
          <w:szCs w:val="24"/>
        </w:rPr>
        <w:t>lektor</w:t>
      </w:r>
    </w:p>
    <w:p w:rsidR="00CB7518" w:rsidRPr="0055338B" w:rsidRDefault="00CB7518">
      <w:pPr>
        <w:rPr>
          <w:rFonts w:ascii="Times New Roman" w:hAnsi="Times New Roman" w:cs="Times New Roman"/>
          <w:sz w:val="24"/>
          <w:szCs w:val="24"/>
        </w:rPr>
      </w:pPr>
    </w:p>
    <w:p w:rsidR="00CB7518" w:rsidRPr="0055338B" w:rsidRDefault="00CB7518">
      <w:p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Náplň:</w:t>
      </w:r>
    </w:p>
    <w:p w:rsidR="00CB7518" w:rsidRPr="0055338B" w:rsidRDefault="00CB7518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rolové hry</w:t>
      </w:r>
    </w:p>
    <w:p w:rsidR="00CB7518" w:rsidRPr="0055338B" w:rsidRDefault="00CB7518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práce ve skupině</w:t>
      </w:r>
    </w:p>
    <w:p w:rsidR="00CB7518" w:rsidRPr="0055338B" w:rsidRDefault="00CB7518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diskuse na témata běžného dne (rodina, cesto</w:t>
      </w:r>
      <w:r w:rsidR="00B05EB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6EDE0" wp14:editId="6B00795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05EBE" w:rsidRDefault="00B05EBE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A6EDE0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" filled="f" stroked="f">
                <v:fill o:detectmouseclick="t"/>
                <v:textbox style="mso-fit-shape-to-text:t">
                  <w:txbxContent>
                    <w:p w:rsidR="00B05EBE" w:rsidRDefault="00B05EBE"/>
                  </w:txbxContent>
                </v:textbox>
              </v:shape>
            </w:pict>
          </mc:Fallback>
        </mc:AlternateContent>
      </w:r>
      <w:r w:rsidRPr="0055338B">
        <w:rPr>
          <w:rFonts w:ascii="Times New Roman" w:hAnsi="Times New Roman" w:cs="Times New Roman"/>
          <w:sz w:val="24"/>
          <w:szCs w:val="24"/>
        </w:rPr>
        <w:t>vání, prázdniny, svátky, počasí…</w:t>
      </w:r>
      <w:r w:rsidR="001D1D14" w:rsidRPr="0055338B">
        <w:rPr>
          <w:rFonts w:ascii="Times New Roman" w:hAnsi="Times New Roman" w:cs="Times New Roman"/>
          <w:sz w:val="24"/>
          <w:szCs w:val="24"/>
        </w:rPr>
        <w:t>, aktuální témata</w:t>
      </w:r>
      <w:r w:rsidRPr="0055338B">
        <w:rPr>
          <w:rFonts w:ascii="Times New Roman" w:hAnsi="Times New Roman" w:cs="Times New Roman"/>
          <w:sz w:val="24"/>
          <w:szCs w:val="24"/>
        </w:rPr>
        <w:t>)</w:t>
      </w:r>
    </w:p>
    <w:p w:rsidR="001D1D14" w:rsidRPr="0055338B" w:rsidRDefault="001D1D14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nácvik monologického a dialogického projevu</w:t>
      </w:r>
    </w:p>
    <w:p w:rsidR="001D1D14" w:rsidRPr="0055338B" w:rsidRDefault="001D1D14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popis obrázku a porovnání obrázků</w:t>
      </w:r>
    </w:p>
    <w:p w:rsidR="001D1D14" w:rsidRDefault="001D1D14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práce s textem přiměřené jazykové obtížnosti (autentické texty)</w:t>
      </w:r>
    </w:p>
    <w:p w:rsidR="00724EDA" w:rsidRPr="0055338B" w:rsidRDefault="00724EDA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práce s autentickým mluveným slovem</w:t>
      </w:r>
    </w:p>
    <w:p w:rsidR="001D1D14" w:rsidRDefault="001D1D14" w:rsidP="00CB751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338B">
        <w:rPr>
          <w:rFonts w:ascii="Times New Roman" w:hAnsi="Times New Roman" w:cs="Times New Roman"/>
          <w:sz w:val="24"/>
          <w:szCs w:val="24"/>
        </w:rPr>
        <w:t>návštěva některé z akcí podle nabídky (</w:t>
      </w:r>
      <w:proofErr w:type="spellStart"/>
      <w:r w:rsidRPr="0055338B">
        <w:rPr>
          <w:rFonts w:ascii="Times New Roman" w:hAnsi="Times New Roman" w:cs="Times New Roman"/>
          <w:sz w:val="24"/>
          <w:szCs w:val="24"/>
        </w:rPr>
        <w:t>Filmfest</w:t>
      </w:r>
      <w:proofErr w:type="spellEnd"/>
      <w:r w:rsidRPr="0055338B">
        <w:rPr>
          <w:rFonts w:ascii="Times New Roman" w:hAnsi="Times New Roman" w:cs="Times New Roman"/>
          <w:sz w:val="24"/>
          <w:szCs w:val="24"/>
        </w:rPr>
        <w:t>, Goethe</w:t>
      </w:r>
      <w:r w:rsidR="0055338B" w:rsidRPr="0055338B">
        <w:rPr>
          <w:rFonts w:ascii="Times New Roman" w:hAnsi="Times New Roman" w:cs="Times New Roman"/>
          <w:sz w:val="24"/>
          <w:szCs w:val="24"/>
        </w:rPr>
        <w:t xml:space="preserve"> Institut,…)</w:t>
      </w:r>
    </w:p>
    <w:p w:rsidR="0055338B" w:rsidRDefault="0055338B" w:rsidP="0055338B">
      <w:pPr>
        <w:rPr>
          <w:rFonts w:ascii="Times New Roman" w:hAnsi="Times New Roman" w:cs="Times New Roman"/>
          <w:sz w:val="24"/>
          <w:szCs w:val="24"/>
        </w:rPr>
      </w:pPr>
    </w:p>
    <w:p w:rsidR="0055338B" w:rsidRDefault="0055338B" w:rsidP="005533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Požadavky, od kterých se odvíjí hodnocení:</w:t>
      </w:r>
    </w:p>
    <w:p w:rsidR="0055338B" w:rsidRDefault="0055338B" w:rsidP="0055338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4D0C">
        <w:rPr>
          <w:rFonts w:ascii="Times New Roman" w:hAnsi="Times New Roman" w:cs="Times New Roman"/>
          <w:b/>
          <w:sz w:val="24"/>
          <w:szCs w:val="24"/>
        </w:rPr>
        <w:t>aktivita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4D0C">
        <w:rPr>
          <w:rFonts w:ascii="Times New Roman" w:hAnsi="Times New Roman" w:cs="Times New Roman"/>
          <w:b/>
          <w:sz w:val="24"/>
          <w:szCs w:val="24"/>
        </w:rPr>
        <w:t>v hodinách</w:t>
      </w:r>
    </w:p>
    <w:p w:rsidR="0055338B" w:rsidRDefault="0055338B" w:rsidP="0055338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příprava na hodiny</w:t>
      </w:r>
    </w:p>
    <w:p w:rsidR="0055338B" w:rsidRPr="00464D0C" w:rsidRDefault="0055338B" w:rsidP="0055338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464D0C">
        <w:rPr>
          <w:rFonts w:ascii="Times New Roman" w:hAnsi="Times New Roman" w:cs="Times New Roman"/>
          <w:b/>
          <w:sz w:val="24"/>
          <w:szCs w:val="24"/>
        </w:rPr>
        <w:t>aktivní mluvený i písemný projev</w:t>
      </w:r>
    </w:p>
    <w:p w:rsidR="00CB7518" w:rsidRDefault="00CB7518"/>
    <w:p w:rsidR="002F445B" w:rsidRDefault="002F445B"/>
    <w:p w:rsidR="002F445B" w:rsidRDefault="002F445B"/>
    <w:p w:rsidR="002F445B" w:rsidRDefault="002F445B" w:rsidP="002F445B">
      <w:pPr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komisi </w:t>
      </w:r>
      <w:proofErr w:type="spellStart"/>
      <w:r>
        <w:rPr>
          <w:rFonts w:ascii="Times New Roman" w:hAnsi="Times New Roman" w:cs="Times New Roman"/>
          <w:sz w:val="24"/>
          <w:szCs w:val="24"/>
        </w:rPr>
        <w:t>Nj</w:t>
      </w:r>
      <w:proofErr w:type="spellEnd"/>
    </w:p>
    <w:p w:rsidR="002F445B" w:rsidRDefault="002F445B" w:rsidP="002F445B">
      <w:pPr>
        <w:ind w:left="7788"/>
      </w:pPr>
    </w:p>
    <w:sectPr w:rsidR="002F4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6E27"/>
    <w:multiLevelType w:val="hybridMultilevel"/>
    <w:tmpl w:val="28E2B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DE43C6"/>
    <w:multiLevelType w:val="hybridMultilevel"/>
    <w:tmpl w:val="6ECE54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518"/>
    <w:rsid w:val="00022BE8"/>
    <w:rsid w:val="00032B27"/>
    <w:rsid w:val="0004160D"/>
    <w:rsid w:val="00185873"/>
    <w:rsid w:val="001D1D14"/>
    <w:rsid w:val="002F445B"/>
    <w:rsid w:val="00464D0C"/>
    <w:rsid w:val="0055338B"/>
    <w:rsid w:val="00555924"/>
    <w:rsid w:val="00665570"/>
    <w:rsid w:val="006D44B5"/>
    <w:rsid w:val="00724EDA"/>
    <w:rsid w:val="0074378F"/>
    <w:rsid w:val="007E5F82"/>
    <w:rsid w:val="00B05EBE"/>
    <w:rsid w:val="00CB7518"/>
    <w:rsid w:val="00E2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88F8F"/>
  <w15:chartTrackingRefBased/>
  <w15:docId w15:val="{4E0551F4-87FF-4F8C-821E-9DF5C778D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7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9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FB118A60</Template>
  <TotalTime>4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Korcová Zuzana</dc:creator>
  <cp:keywords/>
  <dc:description/>
  <cp:lastModifiedBy>Korcová Zuzana</cp:lastModifiedBy>
  <cp:revision>7</cp:revision>
  <dcterms:created xsi:type="dcterms:W3CDTF">2016-01-12T12:34:00Z</dcterms:created>
  <dcterms:modified xsi:type="dcterms:W3CDTF">2019-01-10T07:19:00Z</dcterms:modified>
</cp:coreProperties>
</file>