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9E" w:rsidRP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>SEMINÁŘ PRO 4. ROČNÍK A OKTÁVU</w:t>
      </w:r>
    </w:p>
    <w:p w:rsid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A9E">
        <w:rPr>
          <w:rFonts w:ascii="Times New Roman" w:hAnsi="Times New Roman" w:cs="Times New Roman"/>
          <w:b/>
          <w:sz w:val="28"/>
          <w:szCs w:val="28"/>
        </w:rPr>
        <w:t>201</w:t>
      </w:r>
      <w:r w:rsidR="001B17AD">
        <w:rPr>
          <w:rFonts w:ascii="Times New Roman" w:hAnsi="Times New Roman" w:cs="Times New Roman"/>
          <w:b/>
          <w:sz w:val="28"/>
          <w:szCs w:val="28"/>
        </w:rPr>
        <w:t>8</w:t>
      </w:r>
      <w:r w:rsidRPr="00BD5A9E">
        <w:rPr>
          <w:rFonts w:ascii="Times New Roman" w:hAnsi="Times New Roman" w:cs="Times New Roman"/>
          <w:b/>
          <w:sz w:val="28"/>
          <w:szCs w:val="28"/>
        </w:rPr>
        <w:t>/1</w:t>
      </w:r>
      <w:r w:rsidR="001B17AD">
        <w:rPr>
          <w:rFonts w:ascii="Times New Roman" w:hAnsi="Times New Roman" w:cs="Times New Roman"/>
          <w:b/>
          <w:sz w:val="28"/>
          <w:szCs w:val="28"/>
        </w:rPr>
        <w:t>9</w:t>
      </w:r>
    </w:p>
    <w:p w:rsidR="00BD5A9E" w:rsidRPr="00BD5A9E" w:rsidRDefault="00BD5A9E" w:rsidP="00BD5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3CC" w:rsidRPr="00822E0C" w:rsidRDefault="00BD5A9E" w:rsidP="00BD5A9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F2AB8">
        <w:rPr>
          <w:rFonts w:ascii="Times New Roman" w:hAnsi="Times New Roman" w:cs="Times New Roman"/>
          <w:b/>
          <w:sz w:val="24"/>
          <w:szCs w:val="24"/>
        </w:rPr>
        <w:t>Vybrané kapitoly z biologie II</w:t>
      </w:r>
      <w:r w:rsidR="00A20857" w:rsidRPr="00822E0C">
        <w:rPr>
          <w:rFonts w:ascii="Times New Roman" w:hAnsi="Times New Roman" w:cs="Times New Roman"/>
          <w:b/>
          <w:sz w:val="24"/>
          <w:szCs w:val="24"/>
        </w:rPr>
        <w:t> </w:t>
      </w:r>
    </w:p>
    <w:p w:rsidR="00C35AE4" w:rsidRDefault="00C35AE4" w:rsidP="00C35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2E0C">
        <w:rPr>
          <w:rFonts w:ascii="Times New Roman" w:hAnsi="Times New Roman" w:cs="Times New Roman"/>
          <w:sz w:val="24"/>
          <w:szCs w:val="24"/>
        </w:rPr>
        <w:t xml:space="preserve">Rozšiřující učivo </w:t>
      </w:r>
      <w:r>
        <w:rPr>
          <w:rFonts w:ascii="Times New Roman" w:hAnsi="Times New Roman" w:cs="Times New Roman"/>
          <w:sz w:val="24"/>
          <w:szCs w:val="24"/>
        </w:rPr>
        <w:t>z anatomie a fyziologie člověka</w:t>
      </w:r>
    </w:p>
    <w:p w:rsidR="00C35AE4" w:rsidRPr="00062813" w:rsidRDefault="00C35AE4" w:rsidP="00C35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813">
        <w:rPr>
          <w:rFonts w:ascii="Times New Roman" w:hAnsi="Times New Roman" w:cs="Times New Roman"/>
          <w:sz w:val="24"/>
          <w:szCs w:val="24"/>
        </w:rPr>
        <w:t>Parazitizmus a parazitární onemocnění člověka</w:t>
      </w:r>
    </w:p>
    <w:p w:rsidR="00C35AE4" w:rsidRDefault="00C35AE4" w:rsidP="00C35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813">
        <w:rPr>
          <w:rFonts w:ascii="Times New Roman" w:hAnsi="Times New Roman" w:cs="Times New Roman"/>
          <w:sz w:val="24"/>
          <w:szCs w:val="24"/>
        </w:rPr>
        <w:t>Genetika</w:t>
      </w:r>
    </w:p>
    <w:p w:rsidR="00C35AE4" w:rsidRDefault="00C35AE4" w:rsidP="00C35AE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6B2E">
        <w:rPr>
          <w:rFonts w:ascii="Times New Roman" w:hAnsi="Times New Roman" w:cs="Times New Roman"/>
          <w:i/>
          <w:sz w:val="24"/>
          <w:szCs w:val="24"/>
        </w:rPr>
        <w:t xml:space="preserve">Vhodné pro zájemce o studium přírodovědných oborů </w:t>
      </w:r>
    </w:p>
    <w:p w:rsidR="00C35AE4" w:rsidRDefault="00C35AE4" w:rsidP="00C35AE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F6B2E">
        <w:rPr>
          <w:rFonts w:ascii="Times New Roman" w:hAnsi="Times New Roman" w:cs="Times New Roman"/>
          <w:i/>
          <w:sz w:val="24"/>
          <w:szCs w:val="24"/>
        </w:rPr>
        <w:t>(fakulty: lékařská, veterinární, přírodovědná, tělesné výchovy a sportu)</w:t>
      </w:r>
    </w:p>
    <w:p w:rsidR="00BD5A9E" w:rsidRDefault="00BD5A9E" w:rsidP="0042692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9E7E2C" w:rsidRPr="00BD5A9E" w:rsidRDefault="00A130F0" w:rsidP="00426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82004">
        <w:rPr>
          <w:rFonts w:ascii="Times New Roman" w:hAnsi="Times New Roman" w:cs="Times New Roman"/>
          <w:sz w:val="24"/>
          <w:szCs w:val="24"/>
        </w:rPr>
        <w:t>RN</w:t>
      </w:r>
      <w:r>
        <w:rPr>
          <w:rFonts w:ascii="Times New Roman" w:hAnsi="Times New Roman" w:cs="Times New Roman"/>
          <w:sz w:val="24"/>
          <w:szCs w:val="24"/>
        </w:rPr>
        <w:t>Dr</w:t>
      </w:r>
      <w:r w:rsidR="00BD5A9E" w:rsidRPr="00BD5A9E">
        <w:rPr>
          <w:rFonts w:ascii="Times New Roman" w:hAnsi="Times New Roman" w:cs="Times New Roman"/>
          <w:sz w:val="24"/>
          <w:szCs w:val="24"/>
        </w:rPr>
        <w:t>.</w:t>
      </w:r>
      <w:r w:rsidR="009608D2">
        <w:rPr>
          <w:rFonts w:ascii="Times New Roman" w:hAnsi="Times New Roman" w:cs="Times New Roman"/>
          <w:sz w:val="24"/>
          <w:szCs w:val="24"/>
        </w:rPr>
        <w:t xml:space="preserve"> </w:t>
      </w:r>
      <w:r w:rsidR="00782004">
        <w:rPr>
          <w:rFonts w:ascii="Times New Roman" w:hAnsi="Times New Roman" w:cs="Times New Roman"/>
          <w:sz w:val="24"/>
          <w:szCs w:val="24"/>
        </w:rPr>
        <w:t>Alena Volfová</w:t>
      </w:r>
      <w:bookmarkStart w:id="0" w:name="_GoBack"/>
      <w:bookmarkEnd w:id="0"/>
    </w:p>
    <w:p w:rsidR="009E7E2C" w:rsidRDefault="009E7E2C" w:rsidP="002E71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2F43034" wp14:editId="4CEA2FC7">
            <wp:extent cx="2847975" cy="2847975"/>
            <wp:effectExtent l="0" t="0" r="9525" b="9525"/>
            <wp:docPr id="1" name="Obrázek 1" descr="http://www.academiamercurii.cz/graphx/video/video/boudkova/obrazky/pocatecnitext/lidskete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cademiamercurii.cz/graphx/video/video/boudkova/obrazky/pocatecnitext/lidsketel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136">
        <w:rPr>
          <w:rFonts w:ascii="Times New Roman" w:hAnsi="Times New Roman" w:cs="Times New Roman"/>
          <w:i/>
          <w:sz w:val="24"/>
          <w:szCs w:val="24"/>
        </w:rPr>
        <w:tab/>
      </w:r>
      <w:r w:rsidR="002E7136">
        <w:rPr>
          <w:rFonts w:ascii="Times New Roman" w:hAnsi="Times New Roman" w:cs="Times New Roman"/>
          <w:i/>
          <w:sz w:val="24"/>
          <w:szCs w:val="24"/>
        </w:rPr>
        <w:tab/>
      </w:r>
      <w:r w:rsidR="002E7136">
        <w:rPr>
          <w:noProof/>
          <w:color w:val="0000FF"/>
          <w:lang w:eastAsia="cs-CZ"/>
        </w:rPr>
        <w:drawing>
          <wp:inline distT="0" distB="0" distL="0" distR="0" wp14:anchorId="3B2D6C87" wp14:editId="58A94F15">
            <wp:extent cx="1828800" cy="1621536"/>
            <wp:effectExtent l="0" t="0" r="0" b="0"/>
            <wp:docPr id="5" name="Obrázek 5" descr="http://i.sme.sk/vydania/20090903/photo2/sm-0903-022f-cro.rw986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sme.sk/vydania/20090903/photo2/sm-0903-022f-cro.rw986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2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136" w:rsidRDefault="002E7136" w:rsidP="003C42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E7136" w:rsidRDefault="002E7136" w:rsidP="003C42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2949C12" wp14:editId="6A342A4A">
            <wp:extent cx="2476500" cy="2063750"/>
            <wp:effectExtent l="0" t="0" r="0" b="0"/>
            <wp:docPr id="2" name="Obrázek 2" descr="http://mladazena.maminka.cz/assets/mlada-zena-2/moje-zdravi/zdravi/zdravi/34_str_nka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ladazena.maminka.cz/assets/mlada-zena-2/moje-zdravi/zdravi/zdravi/34_str_nka_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A9E" w:rsidRDefault="00BD5A9E">
      <w:pPr>
        <w:rPr>
          <w:rFonts w:ascii="Times New Roman" w:hAnsi="Times New Roman" w:cs="Times New Roman"/>
          <w:i/>
          <w:sz w:val="24"/>
          <w:szCs w:val="24"/>
        </w:rPr>
      </w:pPr>
    </w:p>
    <w:p w:rsidR="002E7136" w:rsidRDefault="002E7136">
      <w:pPr>
        <w:rPr>
          <w:rFonts w:ascii="Times New Roman" w:hAnsi="Times New Roman" w:cs="Times New Roman"/>
          <w:i/>
          <w:sz w:val="24"/>
          <w:szCs w:val="24"/>
        </w:rPr>
      </w:pPr>
    </w:p>
    <w:sectPr w:rsidR="002E7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D4B22"/>
    <w:multiLevelType w:val="hybridMultilevel"/>
    <w:tmpl w:val="B2D04DB8"/>
    <w:lvl w:ilvl="0" w:tplc="8F46E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90038"/>
    <w:multiLevelType w:val="hybridMultilevel"/>
    <w:tmpl w:val="B0928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56"/>
    <w:rsid w:val="001963CC"/>
    <w:rsid w:val="001B17AD"/>
    <w:rsid w:val="002E7136"/>
    <w:rsid w:val="003C42D4"/>
    <w:rsid w:val="00426927"/>
    <w:rsid w:val="0042733E"/>
    <w:rsid w:val="00690F56"/>
    <w:rsid w:val="00782004"/>
    <w:rsid w:val="007C7CE5"/>
    <w:rsid w:val="00822E0C"/>
    <w:rsid w:val="008E0189"/>
    <w:rsid w:val="009608D2"/>
    <w:rsid w:val="00992465"/>
    <w:rsid w:val="009E7E2C"/>
    <w:rsid w:val="00A130F0"/>
    <w:rsid w:val="00A20857"/>
    <w:rsid w:val="00BD5A9E"/>
    <w:rsid w:val="00C35AE4"/>
    <w:rsid w:val="00CD0337"/>
    <w:rsid w:val="00D02E40"/>
    <w:rsid w:val="00DF2AB8"/>
    <w:rsid w:val="00DF6B2E"/>
    <w:rsid w:val="00E42B35"/>
    <w:rsid w:val="00F2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F014"/>
  <w15:docId w15:val="{CBB3D458-DF49-40ED-9EB7-ED75C19D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8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z/url?sa=i&amp;rct=j&amp;q=&amp;esrc=s&amp;source=images&amp;cd=&amp;cad=rja&amp;docid=oVG_dOw-LgrdEM&amp;tbnid=iEKNZZLpW4vNRM:&amp;ved=0CAUQjRw&amp;url=http://tech.sme.sk/c/5000389/narodilo-sa-prve-dieta-ktore-preslo-novym-testom-chromozomov.html&amp;ei=QhjdUo-JAanB0gXVooDoBg&amp;bvm=bv.59568121,d.bGE&amp;psig=AFQjCNGijoDfXFaYIRDxMef8525zHy8atw&amp;ust=139030773675605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CC8527D6</Template>
  <TotalTime>71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Alena</dc:creator>
  <cp:keywords/>
  <dc:description/>
  <cp:lastModifiedBy>Volfová Alena</cp:lastModifiedBy>
  <cp:revision>16</cp:revision>
  <dcterms:created xsi:type="dcterms:W3CDTF">2012-01-10T14:11:00Z</dcterms:created>
  <dcterms:modified xsi:type="dcterms:W3CDTF">2019-01-14T11:54:00Z</dcterms:modified>
</cp:coreProperties>
</file>