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46A" w:rsidRPr="00BF6FFD" w:rsidRDefault="00BF6FFD">
      <w:pPr>
        <w:rPr>
          <w:caps/>
          <w:sz w:val="40"/>
          <w:szCs w:val="40"/>
        </w:rPr>
      </w:pPr>
      <w:r w:rsidRPr="00BF6FFD">
        <w:rPr>
          <w:caps/>
          <w:sz w:val="40"/>
          <w:szCs w:val="40"/>
        </w:rPr>
        <w:t xml:space="preserve">Umění aktivně </w:t>
      </w:r>
      <w:r w:rsidR="00D1446A">
        <w:rPr>
          <w:caps/>
          <w:sz w:val="40"/>
          <w:szCs w:val="40"/>
        </w:rPr>
        <w:t>a aktuálně</w:t>
      </w:r>
    </w:p>
    <w:p w:rsidR="00D1446A" w:rsidRPr="00D1446A" w:rsidRDefault="00D1446A">
      <w:r w:rsidRPr="00D1446A">
        <w:rPr>
          <w:b/>
        </w:rPr>
        <w:t>Vyučující:</w:t>
      </w:r>
      <w:r w:rsidRPr="00D1446A">
        <w:t xml:space="preserve"> Kateřina Borovičková</w:t>
      </w:r>
    </w:p>
    <w:p w:rsidR="00BF6FFD" w:rsidRDefault="00BF6FFD">
      <w:pPr>
        <w:rPr>
          <w:i/>
        </w:rPr>
      </w:pPr>
      <w:r w:rsidRPr="00BF6FFD">
        <w:rPr>
          <w:i/>
        </w:rPr>
        <w:t>Život je umění, umění je život. Život není teorie, život j</w:t>
      </w:r>
      <w:r w:rsidR="003B551C">
        <w:rPr>
          <w:i/>
        </w:rPr>
        <w:t>e</w:t>
      </w:r>
      <w:r w:rsidRPr="00BF6FFD">
        <w:rPr>
          <w:i/>
        </w:rPr>
        <w:t xml:space="preserve"> praxe.</w:t>
      </w:r>
    </w:p>
    <w:p w:rsidR="00D1446A" w:rsidRDefault="00D1446A">
      <w:pPr>
        <w:rPr>
          <w:b/>
          <w:caps/>
        </w:rPr>
      </w:pPr>
    </w:p>
    <w:p w:rsidR="00BF6FFD" w:rsidRPr="00B503CB" w:rsidRDefault="00BF6FFD">
      <w:pPr>
        <w:rPr>
          <w:b/>
          <w:caps/>
        </w:rPr>
      </w:pPr>
      <w:bookmarkStart w:id="0" w:name="_GoBack"/>
      <w:bookmarkEnd w:id="0"/>
      <w:r w:rsidRPr="00B503CB">
        <w:rPr>
          <w:b/>
          <w:caps/>
        </w:rPr>
        <w:t xml:space="preserve">Obsah semináře: </w:t>
      </w:r>
    </w:p>
    <w:p w:rsidR="00BF6FFD" w:rsidRPr="001201E1" w:rsidRDefault="00D345A8" w:rsidP="00B503CB">
      <w:pPr>
        <w:spacing w:line="240" w:lineRule="auto"/>
        <w:rPr>
          <w:i/>
        </w:rPr>
      </w:pPr>
      <w:r w:rsidRPr="001201E1">
        <w:rPr>
          <w:i/>
        </w:rPr>
        <w:t xml:space="preserve">AKTIVNÍ poznávání a seznamování se s </w:t>
      </w:r>
      <w:r w:rsidR="00BF6FFD" w:rsidRPr="001201E1">
        <w:rPr>
          <w:i/>
        </w:rPr>
        <w:t>širokou oblast</w:t>
      </w:r>
      <w:r w:rsidRPr="001201E1">
        <w:rPr>
          <w:i/>
        </w:rPr>
        <w:t>í</w:t>
      </w:r>
      <w:r w:rsidR="00BF6FFD" w:rsidRPr="001201E1">
        <w:rPr>
          <w:i/>
        </w:rPr>
        <w:t xml:space="preserve"> vizuální kultury (od architektury, designu, gra</w:t>
      </w:r>
      <w:r w:rsidRPr="001201E1">
        <w:rPr>
          <w:i/>
        </w:rPr>
        <w:t xml:space="preserve">fického designu až po volné umění) s důrazem na její přesah a </w:t>
      </w:r>
      <w:r w:rsidR="00A61480" w:rsidRPr="001201E1">
        <w:rPr>
          <w:i/>
        </w:rPr>
        <w:t>komentář, reakci, popis</w:t>
      </w:r>
      <w:r w:rsidRPr="001201E1">
        <w:rPr>
          <w:i/>
        </w:rPr>
        <w:t>…</w:t>
      </w:r>
      <w:r w:rsidR="003B551C" w:rsidRPr="001201E1">
        <w:rPr>
          <w:i/>
        </w:rPr>
        <w:t xml:space="preserve">aktuálních </w:t>
      </w:r>
      <w:r w:rsidRPr="001201E1">
        <w:rPr>
          <w:i/>
        </w:rPr>
        <w:t>společenských témat, problémů, fenoménů…</w:t>
      </w:r>
    </w:p>
    <w:p w:rsidR="001201E1" w:rsidRDefault="00D345A8" w:rsidP="00B503CB">
      <w:pPr>
        <w:spacing w:line="240" w:lineRule="auto"/>
      </w:pPr>
      <w:r>
        <w:t xml:space="preserve">AKTIVNÍ účast SAMETOVÉHO POSVÍCENÍ. </w:t>
      </w:r>
      <w:r w:rsidR="003B551C">
        <w:br/>
        <w:t>Hledání vlastního tématu, konceptu, vhodné formy jeho vyjádření a zpracování.</w:t>
      </w:r>
      <w:r w:rsidR="001201E1">
        <w:t xml:space="preserve"> </w:t>
      </w:r>
    </w:p>
    <w:p w:rsidR="003B551C" w:rsidRDefault="003B551C" w:rsidP="00B503CB">
      <w:pPr>
        <w:spacing w:line="240" w:lineRule="auto"/>
      </w:pPr>
      <w:r>
        <w:t>AKTIVNÍ účast soutěže MÁŠ UMĚLECKÉ STŘEVO?</w:t>
      </w:r>
      <w:r>
        <w:br/>
        <w:t>Hledání vlastního tématu, konceptu, vhodné formy jeho vyjádření a zpracování.</w:t>
      </w:r>
    </w:p>
    <w:p w:rsidR="00B503CB" w:rsidRDefault="003B551C" w:rsidP="00B503CB">
      <w:pPr>
        <w:spacing w:line="240" w:lineRule="auto"/>
      </w:pPr>
      <w:r>
        <w:t xml:space="preserve">Vybraná témata z dějin a současnosti umění </w:t>
      </w:r>
      <w:r w:rsidR="00B503CB">
        <w:t xml:space="preserve">s důrazem na </w:t>
      </w:r>
      <w:r w:rsidR="00C73FB7">
        <w:t xml:space="preserve">jejich </w:t>
      </w:r>
      <w:r w:rsidR="00B503CB">
        <w:t xml:space="preserve">nahlížení </w:t>
      </w:r>
      <w:r>
        <w:t>v souvislostech.</w:t>
      </w:r>
    </w:p>
    <w:p w:rsidR="00B503CB" w:rsidRDefault="00B503CB" w:rsidP="00B503CB">
      <w:pPr>
        <w:spacing w:line="240" w:lineRule="auto"/>
      </w:pPr>
    </w:p>
    <w:p w:rsidR="00B503CB" w:rsidRPr="00B503CB" w:rsidRDefault="00B503CB" w:rsidP="00B503CB">
      <w:pPr>
        <w:spacing w:line="240" w:lineRule="auto"/>
      </w:pPr>
      <w:r w:rsidRPr="00B503CB">
        <w:rPr>
          <w:b/>
          <w:caps/>
        </w:rPr>
        <w:t>Forma:</w:t>
      </w:r>
    </w:p>
    <w:p w:rsidR="00B503CB" w:rsidRDefault="00B503CB" w:rsidP="00B503CB">
      <w:pPr>
        <w:spacing w:line="240" w:lineRule="auto"/>
      </w:pPr>
      <w:r>
        <w:t>Práce na vlastních tématech a konzultace</w:t>
      </w:r>
      <w:r w:rsidR="003B551C">
        <w:t xml:space="preserve"> vlastní tvorby</w:t>
      </w:r>
      <w:r>
        <w:t>.</w:t>
      </w:r>
    </w:p>
    <w:p w:rsidR="00B503CB" w:rsidRDefault="00A61480" w:rsidP="00B503CB">
      <w:pPr>
        <w:spacing w:line="240" w:lineRule="auto"/>
        <w:rPr>
          <w:b/>
        </w:rPr>
      </w:pPr>
      <w:r>
        <w:t xml:space="preserve">Přednášky, </w:t>
      </w:r>
      <w:r w:rsidR="003B551C">
        <w:t xml:space="preserve">diskuze </w:t>
      </w:r>
      <w:r w:rsidR="00B503CB">
        <w:t xml:space="preserve">a workshopy se </w:t>
      </w:r>
      <w:r w:rsidR="003B551C">
        <w:t xml:space="preserve">speciality </w:t>
      </w:r>
      <w:r w:rsidR="00B503CB">
        <w:t>různých oborů vizuální kultury</w:t>
      </w:r>
      <w:r w:rsidR="003B551C">
        <w:t xml:space="preserve"> (design, architektura, film…)</w:t>
      </w:r>
      <w:r>
        <w:t xml:space="preserve"> </w:t>
      </w:r>
      <w:r w:rsidR="00B503CB">
        <w:t>pozvanými buď do školy nebo v rámci veřejných či objednaných přednášek a programů jinde.</w:t>
      </w:r>
    </w:p>
    <w:p w:rsidR="00B503CB" w:rsidRDefault="00B503CB" w:rsidP="00B503CB">
      <w:pPr>
        <w:spacing w:line="240" w:lineRule="auto"/>
      </w:pPr>
      <w:r>
        <w:t xml:space="preserve">Společná návštěva aktuálních výstav a stálých sbírek galerií (NG), kulturních akcí a jejich </w:t>
      </w:r>
      <w:r w:rsidR="00C73FB7">
        <w:t xml:space="preserve">společná </w:t>
      </w:r>
      <w:r>
        <w:t>reflexe.</w:t>
      </w:r>
    </w:p>
    <w:p w:rsidR="00B503CB" w:rsidRDefault="00B503CB" w:rsidP="00B503CB">
      <w:pPr>
        <w:spacing w:line="240" w:lineRule="auto"/>
      </w:pPr>
      <w:r>
        <w:t>Projektová výuka</w:t>
      </w:r>
      <w:r w:rsidR="00C31B51">
        <w:t xml:space="preserve"> a výuka v blocích</w:t>
      </w:r>
      <w:r>
        <w:t>.</w:t>
      </w:r>
    </w:p>
    <w:p w:rsidR="001201E1" w:rsidRDefault="001201E1">
      <w:pPr>
        <w:rPr>
          <w:b/>
        </w:rPr>
      </w:pPr>
    </w:p>
    <w:p w:rsidR="00B503CB" w:rsidRDefault="001201E1">
      <w:r w:rsidRPr="001201E1">
        <w:rPr>
          <w:b/>
        </w:rPr>
        <w:t>VÝSTUP:</w:t>
      </w:r>
      <w:r w:rsidRPr="001201E1">
        <w:br/>
      </w:r>
      <w:r>
        <w:t xml:space="preserve">Vytvoření vlastní (audio)vizuálního díla, jeho písemná a ústní obhajoba. </w:t>
      </w:r>
    </w:p>
    <w:p w:rsidR="003B551C" w:rsidRDefault="003B551C"/>
    <w:p w:rsidR="003B551C" w:rsidRDefault="003B551C"/>
    <w:p w:rsidR="00D345A8" w:rsidRPr="00BF6FFD" w:rsidRDefault="00D345A8"/>
    <w:sectPr w:rsidR="00D345A8" w:rsidRPr="00BF6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FD"/>
    <w:rsid w:val="001201E1"/>
    <w:rsid w:val="003B551C"/>
    <w:rsid w:val="00A61480"/>
    <w:rsid w:val="00B503CB"/>
    <w:rsid w:val="00BF6FFD"/>
    <w:rsid w:val="00C31B51"/>
    <w:rsid w:val="00C73FB7"/>
    <w:rsid w:val="00D1446A"/>
    <w:rsid w:val="00D345A8"/>
    <w:rsid w:val="00F3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4B8C"/>
  <w15:chartTrackingRefBased/>
  <w15:docId w15:val="{83B4117B-A670-426A-B93A-69976397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7E9B727A</Template>
  <TotalTime>86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Borovičková Kateřina</dc:creator>
  <cp:keywords/>
  <dc:description/>
  <cp:lastModifiedBy>Borovičková Kateřina</cp:lastModifiedBy>
  <cp:revision>4</cp:revision>
  <dcterms:created xsi:type="dcterms:W3CDTF">2019-01-11T09:51:00Z</dcterms:created>
  <dcterms:modified xsi:type="dcterms:W3CDTF">2019-01-11T13:31:00Z</dcterms:modified>
</cp:coreProperties>
</file>