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DBC" w:rsidRDefault="00BB7A13" w:rsidP="00274DBC">
      <w:pPr>
        <w:pStyle w:val="Standard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Seminář z jazykové a literární teorie</w:t>
      </w:r>
    </w:p>
    <w:p w:rsidR="00274DBC" w:rsidRDefault="00274DBC" w:rsidP="00274DBC">
      <w:pPr>
        <w:pStyle w:val="Standard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aneb Oceánem lingvistiky </w:t>
      </w:r>
      <w:r w:rsidR="00BB7A13">
        <w:rPr>
          <w:b/>
          <w:bCs/>
          <w:sz w:val="30"/>
          <w:szCs w:val="30"/>
        </w:rPr>
        <w:t xml:space="preserve">a literárních pojmů </w:t>
      </w:r>
      <w:r>
        <w:rPr>
          <w:b/>
          <w:bCs/>
          <w:sz w:val="30"/>
          <w:szCs w:val="30"/>
        </w:rPr>
        <w:t>bez ztroskotání</w:t>
      </w:r>
    </w:p>
    <w:p w:rsidR="00274DBC" w:rsidRDefault="00274DBC" w:rsidP="00274DBC">
      <w:pPr>
        <w:pStyle w:val="Standard"/>
      </w:pPr>
    </w:p>
    <w:p w:rsidR="00274DBC" w:rsidRDefault="00274DBC" w:rsidP="00274DBC">
      <w:pPr>
        <w:pStyle w:val="Standard"/>
        <w:jc w:val="center"/>
      </w:pPr>
      <w:r>
        <w:t xml:space="preserve">seminář </w:t>
      </w:r>
      <w:r w:rsidR="005B5A9E">
        <w:t>pro 4</w:t>
      </w:r>
      <w:r>
        <w:t>. ročníky</w:t>
      </w:r>
    </w:p>
    <w:p w:rsidR="00274DBC" w:rsidRDefault="00274DBC" w:rsidP="005B5A9E">
      <w:pPr>
        <w:pStyle w:val="Standard"/>
      </w:pPr>
      <w:r>
        <w:t>Vyučující: PhDr. Jarmila Veselá</w:t>
      </w:r>
    </w:p>
    <w:p w:rsidR="00274DBC" w:rsidRPr="00BB7A13" w:rsidRDefault="00BB7A13" w:rsidP="00BB7A13">
      <w:pPr>
        <w:pStyle w:val="Standard"/>
        <w:jc w:val="both"/>
        <w:rPr>
          <w:b/>
        </w:rPr>
      </w:pPr>
      <w:r w:rsidRPr="00BB7A13">
        <w:rPr>
          <w:b/>
        </w:rPr>
        <w:t>Lingvistická část</w:t>
      </w:r>
    </w:p>
    <w:p w:rsidR="00274DBC" w:rsidRPr="00274DBC" w:rsidRDefault="00274DBC" w:rsidP="00BB7A13">
      <w:pPr>
        <w:pStyle w:val="Standard"/>
        <w:jc w:val="both"/>
        <w:rPr>
          <w:i/>
        </w:rPr>
      </w:pPr>
      <w:r>
        <w:t xml:space="preserve">  </w:t>
      </w:r>
      <w:r w:rsidRPr="00274DBC">
        <w:rPr>
          <w:i/>
        </w:rPr>
        <w:t>Seminář by měl představit jednotlivé lingvistické disciplíny, jejich tajemství, úskalí, krásy.</w:t>
      </w:r>
    </w:p>
    <w:p w:rsidR="00274DBC" w:rsidRPr="00274DBC" w:rsidRDefault="00274DBC" w:rsidP="00BB7A13">
      <w:pPr>
        <w:pStyle w:val="Standard"/>
        <w:jc w:val="both"/>
        <w:rPr>
          <w:i/>
        </w:rPr>
      </w:pPr>
    </w:p>
    <w:p w:rsidR="00274DBC" w:rsidRPr="00274DBC" w:rsidRDefault="00274DBC" w:rsidP="00BB7A13">
      <w:pPr>
        <w:pStyle w:val="Standard"/>
        <w:jc w:val="both"/>
        <w:rPr>
          <w:i/>
        </w:rPr>
      </w:pPr>
      <w:r w:rsidRPr="00274DBC">
        <w:rPr>
          <w:i/>
        </w:rPr>
        <w:t xml:space="preserve">  Účastníci by měli objevit poklady, kterými nás jazykověda může obohatit v rozličných oborech i </w:t>
      </w:r>
    </w:p>
    <w:p w:rsidR="00274DBC" w:rsidRPr="00274DBC" w:rsidRDefault="00274DBC" w:rsidP="00BB7A13">
      <w:pPr>
        <w:pStyle w:val="Standard"/>
        <w:jc w:val="both"/>
        <w:rPr>
          <w:i/>
        </w:rPr>
      </w:pPr>
      <w:r w:rsidRPr="00274DBC">
        <w:rPr>
          <w:i/>
        </w:rPr>
        <w:t>v každodenní realitě. Mnozí z nás si neuvědomují, kolik vědních oblastí, a někdy na první pohled naprosto vzdálených, využívá lingvistiku jako aplikovanou vědu, stejně tak i mnoho vysokých škol již při přijímacím řízení klade na jazykovědné poznatky velký důraz (bohemistika, anglistika, germanistika, překladatelství, filologie, fonologie, obecná lingvistika, logika, politologie, sociologie, práva…).</w:t>
      </w:r>
    </w:p>
    <w:p w:rsidR="00274DBC" w:rsidRPr="00274DBC" w:rsidRDefault="00274DBC" w:rsidP="00BB7A13">
      <w:pPr>
        <w:pStyle w:val="Standard"/>
        <w:jc w:val="both"/>
        <w:rPr>
          <w:i/>
        </w:rPr>
      </w:pPr>
      <w:r w:rsidRPr="00274DBC">
        <w:rPr>
          <w:i/>
        </w:rPr>
        <w:t xml:space="preserve">  Kdo by váhal, může se podívat na testy státní maturity z českého jazyka či testy Obecných studijních předpokladů Národních srovnávacích zkoušek a zjistí, že většinou prověřují právě lingvistické poznatky.</w:t>
      </w:r>
    </w:p>
    <w:p w:rsidR="00274DBC" w:rsidRPr="00274DBC" w:rsidRDefault="00274DBC" w:rsidP="00BB7A13">
      <w:pPr>
        <w:pStyle w:val="Standard"/>
        <w:jc w:val="both"/>
        <w:rPr>
          <w:i/>
        </w:rPr>
      </w:pPr>
      <w:r w:rsidRPr="00274DBC">
        <w:rPr>
          <w:i/>
        </w:rPr>
        <w:t xml:space="preserve">  Podmínkou klasifikace bude aktivní práce v hodinách a průběžné dílčí písemné výstupy.</w:t>
      </w:r>
    </w:p>
    <w:p w:rsidR="00A01635" w:rsidRDefault="00A01635" w:rsidP="00BB7A13">
      <w:pPr>
        <w:pStyle w:val="Standard"/>
        <w:jc w:val="both"/>
        <w:rPr>
          <w:b/>
          <w:bCs/>
        </w:rPr>
      </w:pPr>
    </w:p>
    <w:p w:rsidR="00274DBC" w:rsidRDefault="00274DBC" w:rsidP="00BB7A13">
      <w:pPr>
        <w:pStyle w:val="Standard"/>
        <w:jc w:val="both"/>
        <w:rPr>
          <w:b/>
          <w:bCs/>
        </w:rPr>
      </w:pPr>
      <w:r>
        <w:rPr>
          <w:b/>
          <w:bCs/>
        </w:rPr>
        <w:t>Okruhy:</w:t>
      </w:r>
    </w:p>
    <w:p w:rsidR="00BB7A13" w:rsidRDefault="00BB7A13" w:rsidP="00BB7A13">
      <w:pPr>
        <w:pStyle w:val="Standard"/>
        <w:jc w:val="both"/>
        <w:rPr>
          <w:b/>
          <w:bCs/>
        </w:rPr>
      </w:pPr>
    </w:p>
    <w:p w:rsidR="00274DBC" w:rsidRDefault="00274DBC" w:rsidP="00BB7A13">
      <w:pPr>
        <w:pStyle w:val="Standard"/>
        <w:jc w:val="both"/>
      </w:pPr>
      <w:r>
        <w:t xml:space="preserve">*Zvládnutí lingvistických příruček, </w:t>
      </w:r>
      <w:r w:rsidR="005B5A9E">
        <w:t>které se budou hodit celý život (i i</w:t>
      </w:r>
      <w:r w:rsidR="00590261">
        <w:t>nternetových, digitalizovaných).</w:t>
      </w:r>
    </w:p>
    <w:p w:rsidR="00274DBC" w:rsidRDefault="00274DBC" w:rsidP="00BB7A13">
      <w:pPr>
        <w:pStyle w:val="Standard"/>
        <w:jc w:val="both"/>
      </w:pPr>
      <w:r>
        <w:t xml:space="preserve">                                 </w:t>
      </w:r>
      <w:r w:rsidR="00A01635">
        <w:t xml:space="preserve">                               </w:t>
      </w:r>
    </w:p>
    <w:p w:rsidR="00274DBC" w:rsidRDefault="00274DBC" w:rsidP="00BB7A13">
      <w:pPr>
        <w:pStyle w:val="Standard"/>
        <w:jc w:val="both"/>
      </w:pPr>
      <w:r>
        <w:t>*Procvičování syntaktických a morfologických jevů, jež trápí jednotlivé účastníky semináře.</w:t>
      </w:r>
    </w:p>
    <w:p w:rsidR="00274DBC" w:rsidRDefault="00274DBC" w:rsidP="00BB7A13">
      <w:pPr>
        <w:pStyle w:val="Standard"/>
        <w:jc w:val="both"/>
      </w:pPr>
      <w:r>
        <w:t xml:space="preserve">Řešení pravopisných hlavolamů a záhad větného rozboru (vždy vše vztaženo k praxi- například </w:t>
      </w:r>
    </w:p>
    <w:p w:rsidR="00274DBC" w:rsidRDefault="00274DBC" w:rsidP="00BB7A13">
      <w:pPr>
        <w:pStyle w:val="Standard"/>
        <w:jc w:val="both"/>
      </w:pPr>
      <w:r>
        <w:t>k výuce cizích jazyků), zopakování a doplnění poznatků z valenční a textové syntaxe – zajímavé</w:t>
      </w:r>
    </w:p>
    <w:p w:rsidR="00274DBC" w:rsidRDefault="00274DBC" w:rsidP="00BB7A13">
      <w:pPr>
        <w:pStyle w:val="Standard"/>
        <w:jc w:val="both"/>
      </w:pPr>
      <w:r>
        <w:t>pro budoucí informatiky, logiky, matematiky.</w:t>
      </w:r>
    </w:p>
    <w:p w:rsidR="00274DBC" w:rsidRDefault="00274DBC" w:rsidP="00BB7A13">
      <w:pPr>
        <w:pStyle w:val="Standard"/>
        <w:jc w:val="both"/>
      </w:pPr>
    </w:p>
    <w:p w:rsidR="00274DBC" w:rsidRDefault="00274DBC" w:rsidP="00BB7A13">
      <w:pPr>
        <w:pStyle w:val="Standard"/>
        <w:jc w:val="both"/>
      </w:pPr>
      <w:r>
        <w:t>*Proniknutí do tajů publicistického textu a stylu, základní nešvary novinových článků po stránce stylistické, jazykové, ale i věcné.</w:t>
      </w:r>
    </w:p>
    <w:p w:rsidR="00274DBC" w:rsidRDefault="00274DBC" w:rsidP="00BB7A13">
      <w:pPr>
        <w:pStyle w:val="Standard"/>
        <w:jc w:val="both"/>
      </w:pPr>
    </w:p>
    <w:p w:rsidR="00274DBC" w:rsidRDefault="00274DBC" w:rsidP="00BB7A13">
      <w:pPr>
        <w:pStyle w:val="Standard"/>
        <w:jc w:val="both"/>
      </w:pPr>
      <w:r>
        <w:t>*Ze styli</w:t>
      </w:r>
      <w:r w:rsidR="00BB7A13">
        <w:t>stiky se zaměříme na</w:t>
      </w:r>
      <w:r>
        <w:t xml:space="preserve"> slohové nedostatky studentů, nácvik odborného funkčního stylu a postupnou přípravu na ústní i písemnou prezentaci vlastních poznatků při maturi</w:t>
      </w:r>
      <w:r w:rsidR="00A01635">
        <w:t>tní zkoušce, i při studiu na VŠ (</w:t>
      </w:r>
      <w:r>
        <w:t xml:space="preserve">jak členit delší odborné práce, </w:t>
      </w:r>
      <w:proofErr w:type="spellStart"/>
      <w:r>
        <w:t>mezitextová</w:t>
      </w:r>
      <w:proofErr w:type="spellEnd"/>
      <w:r>
        <w:t xml:space="preserve"> návaznost, citace pramenů).</w:t>
      </w:r>
    </w:p>
    <w:p w:rsidR="00274DBC" w:rsidRDefault="00274DBC" w:rsidP="00BB7A13">
      <w:pPr>
        <w:pStyle w:val="Standard"/>
        <w:jc w:val="both"/>
      </w:pPr>
    </w:p>
    <w:p w:rsidR="00274DBC" w:rsidRDefault="00274DBC" w:rsidP="00BB7A13">
      <w:pPr>
        <w:pStyle w:val="Standard"/>
        <w:jc w:val="both"/>
      </w:pPr>
      <w:r>
        <w:t>*Procvičování různých typů jazykových otázek v testech státních maturit i v příjímacích zkouškách na různé vysoké školy.</w:t>
      </w:r>
    </w:p>
    <w:p w:rsidR="00274DBC" w:rsidRDefault="00274DBC" w:rsidP="00BB7A13">
      <w:pPr>
        <w:pStyle w:val="Standard"/>
        <w:jc w:val="both"/>
      </w:pPr>
    </w:p>
    <w:p w:rsidR="00274DBC" w:rsidRDefault="00274DBC" w:rsidP="00BB7A13">
      <w:pPr>
        <w:pStyle w:val="Standard"/>
        <w:jc w:val="both"/>
      </w:pPr>
      <w:r>
        <w:t>*Pokus proplout úskalím orientace v přísně odborném lingvistickém textu.</w:t>
      </w:r>
    </w:p>
    <w:p w:rsidR="00274DBC" w:rsidRDefault="00274DBC" w:rsidP="00BB7A13">
      <w:pPr>
        <w:pStyle w:val="Standard"/>
        <w:jc w:val="both"/>
      </w:pPr>
    </w:p>
    <w:p w:rsidR="00274DBC" w:rsidRDefault="00274DBC" w:rsidP="00BB7A13">
      <w:pPr>
        <w:pStyle w:val="Standard"/>
        <w:jc w:val="both"/>
      </w:pPr>
      <w:r>
        <w:t>*Rozšíření studentům známých poznatků z fonetiky a fonologie – důležitá teorie pro studia jazyků, pro praxi hereckou, hudební, zvukařskou, i jinak technickou.</w:t>
      </w:r>
    </w:p>
    <w:p w:rsidR="00274DBC" w:rsidRDefault="00274DBC" w:rsidP="00BB7A13">
      <w:pPr>
        <w:pStyle w:val="Standard"/>
        <w:jc w:val="both"/>
      </w:pPr>
    </w:p>
    <w:p w:rsidR="00274DBC" w:rsidRDefault="00274DBC" w:rsidP="00BB7A13">
      <w:pPr>
        <w:pStyle w:val="Standard"/>
        <w:jc w:val="both"/>
      </w:pPr>
      <w:r>
        <w:t>*Základní prakticky využitelné poznatky srovnávací jazykovědy (př. teorie indoevropských jazyků a co může poskytnout historikům, politologům i politikům) a historické mluvnice.</w:t>
      </w:r>
    </w:p>
    <w:p w:rsidR="00274DBC" w:rsidRDefault="00274DBC" w:rsidP="00BB7A13">
      <w:pPr>
        <w:pStyle w:val="Standard"/>
        <w:jc w:val="both"/>
      </w:pPr>
    </w:p>
    <w:p w:rsidR="00274DBC" w:rsidRDefault="00274DBC" w:rsidP="00BB7A13">
      <w:pPr>
        <w:pStyle w:val="Standard"/>
        <w:jc w:val="both"/>
      </w:pPr>
      <w:r>
        <w:t>*Etymologie( a jí příbuzn</w:t>
      </w:r>
      <w:r w:rsidR="00A01635">
        <w:t xml:space="preserve">á onomastika, </w:t>
      </w:r>
      <w:proofErr w:type="gramStart"/>
      <w:r w:rsidR="00A01635">
        <w:t xml:space="preserve">toponomastika...) </w:t>
      </w:r>
      <w:r>
        <w:t>a její</w:t>
      </w:r>
      <w:proofErr w:type="gramEnd"/>
      <w:r>
        <w:t xml:space="preserve"> pomoc historikům, sociologům, psychologům, jak vypovídají slova, jejich vývoj, proměny i záměny významů o historii národů, jak tabuizovaná slova prozrazují, čeho se lidé báli, co napoví výběr vlastních jmen?</w:t>
      </w:r>
    </w:p>
    <w:p w:rsidR="00590261" w:rsidRDefault="00590261" w:rsidP="00BB7A13">
      <w:pPr>
        <w:pStyle w:val="Standard"/>
        <w:jc w:val="both"/>
      </w:pPr>
      <w:bookmarkStart w:id="0" w:name="_GoBack"/>
      <w:bookmarkEnd w:id="0"/>
    </w:p>
    <w:p w:rsidR="00BB7A13" w:rsidRDefault="00BB7A13" w:rsidP="00BB7A13">
      <w:pPr>
        <w:pStyle w:val="Standard"/>
        <w:jc w:val="both"/>
      </w:pPr>
    </w:p>
    <w:p w:rsidR="00BB7A13" w:rsidRPr="00BB7A13" w:rsidRDefault="00BB7A13" w:rsidP="00BB7A13">
      <w:pPr>
        <w:pStyle w:val="Standard"/>
        <w:jc w:val="both"/>
        <w:rPr>
          <w:b/>
        </w:rPr>
      </w:pPr>
      <w:r w:rsidRPr="00BB7A13">
        <w:rPr>
          <w:b/>
        </w:rPr>
        <w:lastRenderedPageBreak/>
        <w:t>Literární část</w:t>
      </w:r>
    </w:p>
    <w:p w:rsidR="00BB7A13" w:rsidRDefault="00BB7A13" w:rsidP="00BB7A13">
      <w:pPr>
        <w:pStyle w:val="Standard"/>
        <w:jc w:val="both"/>
      </w:pPr>
    </w:p>
    <w:p w:rsidR="00BB7A13" w:rsidRDefault="00BB7A13" w:rsidP="00BB7A13">
      <w:pPr>
        <w:pStyle w:val="Standard"/>
        <w:jc w:val="both"/>
      </w:pPr>
      <w:r>
        <w:t xml:space="preserve">      Tento seminář by měl být zaměřen na „doladění“ schopností studentů pracovat s textem, používat úspěšně interpretační klíč pro texty básnické, prozaické i dramatické.</w:t>
      </w:r>
    </w:p>
    <w:p w:rsidR="00BB7A13" w:rsidRDefault="00BB7A13" w:rsidP="00BB7A13">
      <w:pPr>
        <w:pStyle w:val="Standard"/>
        <w:jc w:val="both"/>
      </w:pPr>
      <w:r>
        <w:t xml:space="preserve">       Zopakovali bychom si základní pojmy z poetiky, z literární teorie a stylistiky, které bychom aplikovali na konkrétní ukázky. Výsledkem semináře by měla být pečlivá interpretační práce, plná orientace v textu, student by neměl mít problém vyjádřit základní téma i vedlejší motivy, charakterizovat styl autora, nalézt použité stylistické, básnické, jazykové prostředky a zároveň danou ukázku zařadit do širšího literárněhistorického kontextu. Zároveň by si účastníci semináře měli procvičit tvoření vlastních názorů na literaturu, své dojmy by pak následně měli umět přesně a srozumitelně formulovat i nacházet argumenty.</w:t>
      </w:r>
    </w:p>
    <w:p w:rsidR="00BB7A13" w:rsidRDefault="00BB7A13" w:rsidP="00BB7A13">
      <w:pPr>
        <w:pStyle w:val="Standard"/>
        <w:jc w:val="both"/>
      </w:pPr>
      <w:r>
        <w:t xml:space="preserve">     Podmínkou absolvování semináře je aktivní práce v hodinách a seminární práce.</w:t>
      </w:r>
    </w:p>
    <w:p w:rsidR="00BB7A13" w:rsidRDefault="00BB7A13" w:rsidP="00BB7A13">
      <w:pPr>
        <w:pStyle w:val="Standard"/>
        <w:jc w:val="both"/>
      </w:pPr>
      <w:r>
        <w:t xml:space="preserve">     Vhodné jako příprava na maturitní zkoušku, ale poskytne i širší poznatky zájemcům o humanitní obory.</w:t>
      </w:r>
    </w:p>
    <w:p w:rsidR="00BB7A13" w:rsidRDefault="00BB7A13" w:rsidP="00BB7A13">
      <w:pPr>
        <w:pStyle w:val="Standard"/>
        <w:jc w:val="both"/>
      </w:pPr>
    </w:p>
    <w:p w:rsidR="00BB7A13" w:rsidRDefault="00BB7A13" w:rsidP="00BB7A13">
      <w:pPr>
        <w:pStyle w:val="Standard"/>
        <w:jc w:val="both"/>
        <w:rPr>
          <w:b/>
        </w:rPr>
      </w:pPr>
      <w:r>
        <w:rPr>
          <w:b/>
        </w:rPr>
        <w:t>Okruhy:</w:t>
      </w:r>
    </w:p>
    <w:p w:rsidR="00BB7A13" w:rsidRDefault="00BB7A13" w:rsidP="00BB7A13">
      <w:pPr>
        <w:pStyle w:val="Standard"/>
        <w:jc w:val="both"/>
        <w:rPr>
          <w:b/>
        </w:rPr>
      </w:pPr>
    </w:p>
    <w:p w:rsidR="00BB7A13" w:rsidRDefault="00BB7A13" w:rsidP="00BB7A13">
      <w:pPr>
        <w:pStyle w:val="Standard"/>
        <w:jc w:val="both"/>
        <w:rPr>
          <w:i/>
        </w:rPr>
      </w:pPr>
      <w:r>
        <w:rPr>
          <w:i/>
        </w:rPr>
        <w:t>-Seznámení s interpretačními aspekty prozaického textu, s různými žánry, typy kompozic, s problematikou vypravěče, postav, prostoru a času díla a podobně. Praktické využití při výkladu vybraných děl 20. století.</w:t>
      </w:r>
    </w:p>
    <w:p w:rsidR="00BB7A13" w:rsidRDefault="00BB7A13" w:rsidP="00BB7A13">
      <w:pPr>
        <w:pStyle w:val="Standard"/>
        <w:jc w:val="both"/>
        <w:rPr>
          <w:i/>
        </w:rPr>
      </w:pPr>
    </w:p>
    <w:p w:rsidR="00BB7A13" w:rsidRDefault="00BB7A13" w:rsidP="00BB7A13">
      <w:pPr>
        <w:pStyle w:val="Standard"/>
        <w:jc w:val="both"/>
        <w:rPr>
          <w:i/>
        </w:rPr>
      </w:pPr>
      <w:r>
        <w:rPr>
          <w:i/>
        </w:rPr>
        <w:t>-Možnosti interpretace dramatického textu a vývoj divadla od antiky do 20. století (proměny žánrů a typů divadla).</w:t>
      </w:r>
    </w:p>
    <w:p w:rsidR="00BB7A13" w:rsidRDefault="00BB7A13" w:rsidP="00BB7A13">
      <w:pPr>
        <w:pStyle w:val="Standard"/>
        <w:jc w:val="both"/>
        <w:rPr>
          <w:i/>
        </w:rPr>
      </w:pPr>
    </w:p>
    <w:p w:rsidR="00BB7A13" w:rsidRDefault="00BB7A13" w:rsidP="00BB7A13">
      <w:pPr>
        <w:pStyle w:val="Standard"/>
        <w:jc w:val="both"/>
        <w:rPr>
          <w:i/>
        </w:rPr>
      </w:pPr>
      <w:r>
        <w:rPr>
          <w:i/>
        </w:rPr>
        <w:t>-Interpretace básnického díla, využití vlastních čtenářských zkušeností studentů.</w:t>
      </w:r>
    </w:p>
    <w:p w:rsidR="00BB7A13" w:rsidRDefault="00BB7A13" w:rsidP="00BB7A13">
      <w:pPr>
        <w:pStyle w:val="Standard"/>
        <w:jc w:val="both"/>
        <w:rPr>
          <w:i/>
        </w:rPr>
      </w:pPr>
      <w:r>
        <w:rPr>
          <w:i/>
        </w:rPr>
        <w:t xml:space="preserve"> </w:t>
      </w:r>
    </w:p>
    <w:p w:rsidR="00BB7A13" w:rsidRDefault="00BB7A13" w:rsidP="00BB7A13">
      <w:pPr>
        <w:pStyle w:val="Standard"/>
        <w:jc w:val="both"/>
        <w:rPr>
          <w:i/>
        </w:rPr>
      </w:pPr>
      <w:r>
        <w:rPr>
          <w:i/>
        </w:rPr>
        <w:t xml:space="preserve">-Problematika intertextuality – různé adaptace díla, aluze v jiném díle, apokryfní </w:t>
      </w:r>
      <w:proofErr w:type="gramStart"/>
      <w:r>
        <w:rPr>
          <w:i/>
        </w:rPr>
        <w:t>texty ... Umění</w:t>
      </w:r>
      <w:proofErr w:type="gramEnd"/>
      <w:r>
        <w:rPr>
          <w:i/>
        </w:rPr>
        <w:t xml:space="preserve"> citovat jiného autora, parafrázovat, využít nově archetypální příběh.</w:t>
      </w:r>
    </w:p>
    <w:p w:rsidR="00BB7A13" w:rsidRDefault="00BB7A13" w:rsidP="00BB7A13">
      <w:pPr>
        <w:pStyle w:val="Standard"/>
        <w:jc w:val="both"/>
        <w:rPr>
          <w:i/>
        </w:rPr>
      </w:pPr>
    </w:p>
    <w:p w:rsidR="00BB7A13" w:rsidRDefault="00BB7A13" w:rsidP="00BB7A13">
      <w:pPr>
        <w:pStyle w:val="Standard"/>
        <w:jc w:val="both"/>
        <w:rPr>
          <w:i/>
        </w:rPr>
      </w:pPr>
      <w:r>
        <w:rPr>
          <w:i/>
        </w:rPr>
        <w:t>-Průběžné opakování literárních epoch od nejstarších písemných památek - postižení charakteristiky daného písemnictví spojené se základním filozofickohistorickým kontextem; nalezení trvalých hodnot, kterými jednotlivé národy obohatily světovou kulturu; zdůraznění historické kontinuity, jakým způsobem, kdy a na co navazovala evropská, potažmo česká literatura.</w:t>
      </w:r>
    </w:p>
    <w:p w:rsidR="00BB7A13" w:rsidRDefault="00BB7A13" w:rsidP="00BB7A13">
      <w:pPr>
        <w:pStyle w:val="Standard"/>
        <w:jc w:val="both"/>
      </w:pPr>
    </w:p>
    <w:p w:rsidR="00BB7A13" w:rsidRDefault="00BB7A13" w:rsidP="00BB7A13">
      <w:pPr>
        <w:pStyle w:val="Standard"/>
        <w:jc w:val="both"/>
      </w:pPr>
    </w:p>
    <w:p w:rsidR="00BB7A13" w:rsidRDefault="00BB7A13" w:rsidP="00BB7A13">
      <w:pPr>
        <w:pStyle w:val="Standard"/>
        <w:jc w:val="both"/>
      </w:pPr>
    </w:p>
    <w:p w:rsidR="00BB7A13" w:rsidRDefault="00BB7A13" w:rsidP="00BB7A13">
      <w:pPr>
        <w:pStyle w:val="Standard"/>
        <w:jc w:val="both"/>
      </w:pPr>
    </w:p>
    <w:p w:rsidR="00BB7A13" w:rsidRDefault="00BB7A13" w:rsidP="00BB7A13">
      <w:pPr>
        <w:pStyle w:val="Standard"/>
        <w:jc w:val="both"/>
      </w:pPr>
    </w:p>
    <w:p w:rsidR="00BB7A13" w:rsidRDefault="00BB7A13" w:rsidP="00BB7A13">
      <w:pPr>
        <w:pStyle w:val="Standard"/>
        <w:jc w:val="both"/>
      </w:pPr>
    </w:p>
    <w:p w:rsidR="00126864" w:rsidRDefault="00126864"/>
    <w:sectPr w:rsidR="00126864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BC"/>
    <w:rsid w:val="00126864"/>
    <w:rsid w:val="00274DBC"/>
    <w:rsid w:val="00590261"/>
    <w:rsid w:val="005B5A9E"/>
    <w:rsid w:val="00A01635"/>
    <w:rsid w:val="00BB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74D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74D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Veselá Jarmila</dc:creator>
  <cp:lastModifiedBy>Veselá Jarmila</cp:lastModifiedBy>
  <cp:revision>2</cp:revision>
  <cp:lastPrinted>2017-01-11T10:37:00Z</cp:lastPrinted>
  <dcterms:created xsi:type="dcterms:W3CDTF">2017-01-11T10:37:00Z</dcterms:created>
  <dcterms:modified xsi:type="dcterms:W3CDTF">2017-01-11T10:37:00Z</dcterms:modified>
</cp:coreProperties>
</file>