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9B9" w:rsidRDefault="00572FA2" w:rsidP="005529B9">
      <w:pPr>
        <w:jc w:val="center"/>
        <w:outlineLvl w:val="0"/>
        <w:rPr>
          <w:sz w:val="36"/>
          <w:szCs w:val="36"/>
          <w:u w:val="single"/>
        </w:rPr>
      </w:pPr>
      <w:r>
        <w:rPr>
          <w:b/>
          <w:sz w:val="40"/>
          <w:szCs w:val="40"/>
          <w:u w:val="single"/>
        </w:rPr>
        <w:t xml:space="preserve">SEMINÁŘ </w:t>
      </w:r>
      <w:r w:rsidR="005C644B">
        <w:rPr>
          <w:b/>
          <w:sz w:val="40"/>
          <w:szCs w:val="40"/>
          <w:u w:val="single"/>
        </w:rPr>
        <w:t>VYBRANÉ KAPITOLY Z</w:t>
      </w:r>
      <w:r w:rsidR="00DD6A56">
        <w:rPr>
          <w:b/>
          <w:sz w:val="40"/>
          <w:szCs w:val="40"/>
          <w:u w:val="single"/>
        </w:rPr>
        <w:t> </w:t>
      </w:r>
      <w:r w:rsidR="005C644B">
        <w:rPr>
          <w:b/>
          <w:sz w:val="40"/>
          <w:szCs w:val="40"/>
          <w:u w:val="single"/>
        </w:rPr>
        <w:t>MATEMATIKY</w:t>
      </w:r>
      <w:r w:rsidR="00DD6A56">
        <w:rPr>
          <w:b/>
          <w:sz w:val="40"/>
          <w:szCs w:val="40"/>
          <w:u w:val="single"/>
        </w:rPr>
        <w:t xml:space="preserve"> II</w:t>
      </w:r>
    </w:p>
    <w:p w:rsidR="00572FA2" w:rsidRDefault="005C644B" w:rsidP="00572FA2">
      <w:pPr>
        <w:jc w:val="center"/>
        <w:outlineLvl w:val="0"/>
        <w:rPr>
          <w:sz w:val="24"/>
          <w:szCs w:val="20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31C91244" wp14:editId="09CE8A95">
            <wp:simplePos x="0" y="0"/>
            <wp:positionH relativeFrom="column">
              <wp:posOffset>3843655</wp:posOffset>
            </wp:positionH>
            <wp:positionV relativeFrom="paragraph">
              <wp:posOffset>207010</wp:posOffset>
            </wp:positionV>
            <wp:extent cx="2113915" cy="2524125"/>
            <wp:effectExtent l="0" t="0" r="635" b="9525"/>
            <wp:wrapSquare wrapText="bothSides"/>
            <wp:docPr id="1" name="Obrázek 1" descr="Fotky: Pythagoras ze Samu (foto, obrázk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ky: Pythagoras ze Samu (foto, obrázky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4314" w:rsidRDefault="00B04314" w:rsidP="00572FA2">
      <w:pPr>
        <w:jc w:val="center"/>
        <w:outlineLvl w:val="0"/>
        <w:rPr>
          <w:sz w:val="24"/>
          <w:szCs w:val="20"/>
          <w:u w:val="single"/>
        </w:rPr>
      </w:pPr>
    </w:p>
    <w:p w:rsidR="00B04314" w:rsidRDefault="00B04314" w:rsidP="00572FA2">
      <w:pPr>
        <w:jc w:val="center"/>
        <w:outlineLvl w:val="0"/>
        <w:rPr>
          <w:sz w:val="24"/>
          <w:szCs w:val="20"/>
          <w:u w:val="single"/>
        </w:rPr>
      </w:pPr>
    </w:p>
    <w:p w:rsidR="00B04314" w:rsidRDefault="00B04314" w:rsidP="00572FA2">
      <w:pPr>
        <w:jc w:val="center"/>
        <w:outlineLvl w:val="0"/>
        <w:rPr>
          <w:sz w:val="24"/>
          <w:szCs w:val="20"/>
          <w:u w:val="single"/>
        </w:rPr>
      </w:pPr>
    </w:p>
    <w:p w:rsidR="00572FA2" w:rsidRPr="00271FA0" w:rsidRDefault="00572FA2" w:rsidP="00572FA2">
      <w:pPr>
        <w:outlineLvl w:val="0"/>
        <w:rPr>
          <w:sz w:val="28"/>
          <w:szCs w:val="28"/>
        </w:rPr>
      </w:pPr>
      <w:r w:rsidRPr="00271FA0">
        <w:rPr>
          <w:b/>
          <w:sz w:val="28"/>
          <w:szCs w:val="28"/>
        </w:rPr>
        <w:t>Školní rok:</w:t>
      </w:r>
      <w:r w:rsidRPr="00271FA0">
        <w:rPr>
          <w:sz w:val="28"/>
          <w:szCs w:val="28"/>
        </w:rPr>
        <w:t xml:space="preserve"> 201</w:t>
      </w:r>
      <w:r w:rsidR="00271FA0" w:rsidRPr="00271FA0">
        <w:rPr>
          <w:sz w:val="28"/>
          <w:szCs w:val="28"/>
        </w:rPr>
        <w:t>8</w:t>
      </w:r>
      <w:r w:rsidRPr="00271FA0">
        <w:rPr>
          <w:sz w:val="28"/>
          <w:szCs w:val="28"/>
        </w:rPr>
        <w:t>/201</w:t>
      </w:r>
      <w:r w:rsidR="00271FA0" w:rsidRPr="00271FA0">
        <w:rPr>
          <w:sz w:val="28"/>
          <w:szCs w:val="28"/>
        </w:rPr>
        <w:t>9</w:t>
      </w:r>
    </w:p>
    <w:p w:rsidR="00271FA0" w:rsidRPr="00271FA0" w:rsidRDefault="00572FA2" w:rsidP="00572FA2">
      <w:pPr>
        <w:outlineLvl w:val="0"/>
        <w:rPr>
          <w:sz w:val="28"/>
          <w:szCs w:val="28"/>
        </w:rPr>
      </w:pPr>
      <w:r w:rsidRPr="00271FA0">
        <w:rPr>
          <w:b/>
          <w:sz w:val="28"/>
          <w:szCs w:val="28"/>
        </w:rPr>
        <w:t>Třída:</w:t>
      </w:r>
      <w:r w:rsidRPr="00271FA0">
        <w:rPr>
          <w:sz w:val="28"/>
          <w:szCs w:val="28"/>
        </w:rPr>
        <w:t xml:space="preserve"> </w:t>
      </w:r>
      <w:r w:rsidR="00271FA0" w:rsidRPr="00271FA0">
        <w:rPr>
          <w:sz w:val="28"/>
          <w:szCs w:val="28"/>
        </w:rPr>
        <w:t>VIII.</w:t>
      </w:r>
    </w:p>
    <w:p w:rsidR="005C644B" w:rsidRPr="00271FA0" w:rsidRDefault="00572FA2" w:rsidP="00572FA2">
      <w:pPr>
        <w:outlineLvl w:val="0"/>
        <w:rPr>
          <w:sz w:val="28"/>
          <w:szCs w:val="28"/>
        </w:rPr>
      </w:pPr>
      <w:r w:rsidRPr="00271FA0">
        <w:rPr>
          <w:b/>
          <w:sz w:val="28"/>
          <w:szCs w:val="28"/>
        </w:rPr>
        <w:t>Vyučující:</w:t>
      </w:r>
      <w:r w:rsidRPr="00271FA0">
        <w:rPr>
          <w:sz w:val="28"/>
          <w:szCs w:val="28"/>
        </w:rPr>
        <w:t xml:space="preserve"> </w:t>
      </w:r>
      <w:r w:rsidR="00DE0CE6" w:rsidRPr="00271FA0">
        <w:rPr>
          <w:sz w:val="28"/>
          <w:szCs w:val="28"/>
        </w:rPr>
        <w:t>Blanka Pešková</w:t>
      </w:r>
    </w:p>
    <w:p w:rsidR="005C644B" w:rsidRDefault="005C644B" w:rsidP="00572FA2">
      <w:pPr>
        <w:outlineLvl w:val="0"/>
        <w:rPr>
          <w:sz w:val="28"/>
          <w:szCs w:val="28"/>
        </w:rPr>
      </w:pPr>
    </w:p>
    <w:p w:rsidR="00DD6A56" w:rsidRPr="00271FA0" w:rsidRDefault="00DD6A56" w:rsidP="00572FA2">
      <w:pPr>
        <w:outlineLvl w:val="0"/>
        <w:rPr>
          <w:sz w:val="28"/>
          <w:szCs w:val="28"/>
        </w:rPr>
      </w:pPr>
      <w:bookmarkStart w:id="0" w:name="_GoBack"/>
      <w:bookmarkEnd w:id="0"/>
    </w:p>
    <w:p w:rsidR="00271FA0" w:rsidRDefault="00DE0CE6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Seminář je určen pro studenty, kteří budou maturovat z </w:t>
      </w:r>
      <w:r w:rsidR="00924090" w:rsidRPr="00DD6A56">
        <w:rPr>
          <w:sz w:val="24"/>
          <w:szCs w:val="24"/>
        </w:rPr>
        <w:t>matematiky</w:t>
      </w:r>
      <w:r w:rsidRPr="00DD6A56">
        <w:rPr>
          <w:sz w:val="24"/>
          <w:szCs w:val="24"/>
        </w:rPr>
        <w:t xml:space="preserve">, studovat vysokou školu technického nebo </w:t>
      </w:r>
      <w:r w:rsidR="00924090" w:rsidRPr="00DD6A56">
        <w:rPr>
          <w:sz w:val="24"/>
          <w:szCs w:val="24"/>
        </w:rPr>
        <w:t>ekonomického směru. O</w:t>
      </w:r>
      <w:r w:rsidR="00E379D5" w:rsidRPr="00DD6A56">
        <w:rPr>
          <w:sz w:val="24"/>
          <w:szCs w:val="24"/>
        </w:rPr>
        <w:t>bsah</w:t>
      </w:r>
      <w:r w:rsidRPr="00DD6A56">
        <w:rPr>
          <w:sz w:val="24"/>
          <w:szCs w:val="24"/>
        </w:rPr>
        <w:t xml:space="preserve"> semináře </w:t>
      </w:r>
      <w:r w:rsidR="00924090" w:rsidRPr="00DD6A56">
        <w:rPr>
          <w:sz w:val="24"/>
          <w:szCs w:val="24"/>
        </w:rPr>
        <w:t xml:space="preserve">rozšiřuje, systematizuje a </w:t>
      </w:r>
      <w:r w:rsidR="00E379D5" w:rsidRPr="00DD6A56">
        <w:rPr>
          <w:sz w:val="24"/>
          <w:szCs w:val="24"/>
        </w:rPr>
        <w:t xml:space="preserve">doplňuje základní učivo. </w:t>
      </w:r>
    </w:p>
    <w:p w:rsidR="00DD6A56" w:rsidRPr="00DD6A56" w:rsidRDefault="00DD6A56" w:rsidP="00572FA2">
      <w:pPr>
        <w:outlineLvl w:val="0"/>
        <w:rPr>
          <w:sz w:val="24"/>
          <w:szCs w:val="24"/>
        </w:rPr>
      </w:pPr>
    </w:p>
    <w:p w:rsidR="002C15B2" w:rsidRPr="00DD6A56" w:rsidRDefault="00A17679" w:rsidP="00572FA2">
      <w:pPr>
        <w:outlineLvl w:val="0"/>
        <w:rPr>
          <w:sz w:val="24"/>
          <w:szCs w:val="24"/>
        </w:rPr>
      </w:pPr>
      <w:r w:rsidRPr="00DD6A56">
        <w:rPr>
          <w:b/>
          <w:sz w:val="24"/>
          <w:szCs w:val="24"/>
        </w:rPr>
        <w:t>Kapitoly:</w:t>
      </w:r>
      <w:r w:rsidRPr="00DD6A56">
        <w:rPr>
          <w:sz w:val="24"/>
          <w:szCs w:val="24"/>
        </w:rPr>
        <w:t xml:space="preserve"> </w:t>
      </w:r>
    </w:p>
    <w:p w:rsidR="002C15B2" w:rsidRPr="00DD6A56" w:rsidRDefault="00924090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číselné obory</w:t>
      </w:r>
    </w:p>
    <w:p w:rsidR="002C15B2" w:rsidRPr="00DD6A56" w:rsidRDefault="002C15B2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algebraické výrazy</w:t>
      </w:r>
    </w:p>
    <w:p w:rsidR="002C15B2" w:rsidRPr="00DD6A56" w:rsidRDefault="002C15B2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rovnice a nerovnice</w:t>
      </w:r>
      <w:r w:rsidR="00924090" w:rsidRPr="00DD6A56">
        <w:rPr>
          <w:sz w:val="24"/>
          <w:szCs w:val="24"/>
        </w:rPr>
        <w:t xml:space="preserve"> </w:t>
      </w:r>
    </w:p>
    <w:p w:rsidR="002C15B2" w:rsidRPr="00DD6A56" w:rsidRDefault="002C15B2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funkce</w:t>
      </w:r>
    </w:p>
    <w:p w:rsidR="002C15B2" w:rsidRPr="00DD6A56" w:rsidRDefault="002C15B2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planimetrie</w:t>
      </w:r>
    </w:p>
    <w:p w:rsidR="002C15B2" w:rsidRPr="00DD6A56" w:rsidRDefault="002C15B2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stereometrie</w:t>
      </w:r>
    </w:p>
    <w:p w:rsidR="002C15B2" w:rsidRPr="00DD6A56" w:rsidRDefault="002C15B2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analytická geometrie</w:t>
      </w:r>
      <w:r w:rsidR="00924090" w:rsidRPr="00DD6A56">
        <w:rPr>
          <w:sz w:val="24"/>
          <w:szCs w:val="24"/>
        </w:rPr>
        <w:t xml:space="preserve"> </w:t>
      </w:r>
    </w:p>
    <w:p w:rsidR="002C15B2" w:rsidRPr="00DD6A56" w:rsidRDefault="002C15B2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komplexní čísla, kombinatorika</w:t>
      </w:r>
      <w:r w:rsidR="00924090" w:rsidRPr="00DD6A56">
        <w:rPr>
          <w:sz w:val="24"/>
          <w:szCs w:val="24"/>
        </w:rPr>
        <w:t xml:space="preserve"> </w:t>
      </w:r>
    </w:p>
    <w:p w:rsidR="002C15B2" w:rsidRPr="00DD6A56" w:rsidRDefault="002C15B2" w:rsidP="00572FA2">
      <w:pPr>
        <w:outlineLvl w:val="0"/>
        <w:rPr>
          <w:sz w:val="24"/>
          <w:szCs w:val="24"/>
        </w:rPr>
      </w:pPr>
      <w:r w:rsidRPr="00DD6A56">
        <w:rPr>
          <w:sz w:val="24"/>
          <w:szCs w:val="24"/>
        </w:rPr>
        <w:t>pravděpodobnost a statistika</w:t>
      </w:r>
      <w:r w:rsidR="00924090" w:rsidRPr="00DD6A56">
        <w:rPr>
          <w:sz w:val="24"/>
          <w:szCs w:val="24"/>
        </w:rPr>
        <w:t xml:space="preserve"> </w:t>
      </w:r>
    </w:p>
    <w:p w:rsidR="00572FA2" w:rsidRPr="00271FA0" w:rsidRDefault="00924090" w:rsidP="002C15B2">
      <w:pPr>
        <w:outlineLvl w:val="0"/>
        <w:rPr>
          <w:sz w:val="28"/>
          <w:szCs w:val="28"/>
        </w:rPr>
      </w:pPr>
      <w:r w:rsidRPr="00DD6A56">
        <w:rPr>
          <w:sz w:val="24"/>
          <w:szCs w:val="24"/>
        </w:rPr>
        <w:t xml:space="preserve">posloupnosti a </w:t>
      </w:r>
      <w:r w:rsidR="002C15B2" w:rsidRPr="00DD6A56">
        <w:rPr>
          <w:sz w:val="24"/>
          <w:szCs w:val="24"/>
        </w:rPr>
        <w:t>řady</w:t>
      </w:r>
      <w:r w:rsidR="00572FA2" w:rsidRPr="00DD6A56">
        <w:rPr>
          <w:sz w:val="24"/>
          <w:szCs w:val="24"/>
        </w:rPr>
        <w:tab/>
      </w:r>
      <w:r w:rsidR="00572FA2" w:rsidRPr="00DD6A56">
        <w:rPr>
          <w:sz w:val="24"/>
          <w:szCs w:val="24"/>
        </w:rPr>
        <w:tab/>
      </w:r>
      <w:r w:rsidR="00572FA2" w:rsidRPr="00DD6A56">
        <w:rPr>
          <w:sz w:val="24"/>
          <w:szCs w:val="24"/>
        </w:rPr>
        <w:tab/>
      </w:r>
      <w:r w:rsidR="00572FA2" w:rsidRPr="00DD6A56">
        <w:rPr>
          <w:sz w:val="24"/>
          <w:szCs w:val="24"/>
        </w:rPr>
        <w:tab/>
      </w:r>
      <w:r w:rsidR="00572FA2" w:rsidRPr="00271FA0">
        <w:rPr>
          <w:sz w:val="28"/>
          <w:szCs w:val="28"/>
        </w:rPr>
        <w:tab/>
      </w:r>
      <w:r w:rsidR="00572FA2" w:rsidRPr="00271FA0">
        <w:rPr>
          <w:sz w:val="28"/>
          <w:szCs w:val="28"/>
        </w:rPr>
        <w:tab/>
      </w:r>
      <w:r w:rsidR="00572FA2" w:rsidRPr="00271FA0">
        <w:rPr>
          <w:sz w:val="28"/>
          <w:szCs w:val="28"/>
        </w:rPr>
        <w:tab/>
      </w:r>
      <w:r w:rsidR="00572FA2" w:rsidRPr="00271FA0">
        <w:rPr>
          <w:sz w:val="28"/>
          <w:szCs w:val="28"/>
        </w:rPr>
        <w:tab/>
      </w:r>
    </w:p>
    <w:sectPr w:rsidR="00572FA2" w:rsidRPr="00271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F2F89"/>
    <w:multiLevelType w:val="hybridMultilevel"/>
    <w:tmpl w:val="FE76A3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E2"/>
    <w:rsid w:val="00173BBE"/>
    <w:rsid w:val="00271FA0"/>
    <w:rsid w:val="002C15B2"/>
    <w:rsid w:val="00320EFA"/>
    <w:rsid w:val="005529B9"/>
    <w:rsid w:val="00572FA2"/>
    <w:rsid w:val="005C644B"/>
    <w:rsid w:val="00924090"/>
    <w:rsid w:val="00A17679"/>
    <w:rsid w:val="00B04314"/>
    <w:rsid w:val="00B13F73"/>
    <w:rsid w:val="00C964E2"/>
    <w:rsid w:val="00D47906"/>
    <w:rsid w:val="00D56C46"/>
    <w:rsid w:val="00DD6A56"/>
    <w:rsid w:val="00DE0CE6"/>
    <w:rsid w:val="00E379D5"/>
    <w:rsid w:val="00EB0B02"/>
    <w:rsid w:val="00FD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DEAC"/>
  <w15:docId w15:val="{2F265A01-A974-4501-8A68-3ABD42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4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7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4EE58C6D</Template>
  <TotalTime>41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Pešková Blanka</cp:lastModifiedBy>
  <cp:revision>12</cp:revision>
  <cp:lastPrinted>2018-01-09T10:36:00Z</cp:lastPrinted>
  <dcterms:created xsi:type="dcterms:W3CDTF">2013-01-17T11:00:00Z</dcterms:created>
  <dcterms:modified xsi:type="dcterms:W3CDTF">2018-01-09T10:39:00Z</dcterms:modified>
</cp:coreProperties>
</file>