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F5B" w:rsidRPr="00737F5B" w:rsidRDefault="0007666B" w:rsidP="00737F5B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737F5B">
        <w:rPr>
          <w:rFonts w:ascii="Times New Roman" w:hAnsi="Times New Roman" w:cs="Times New Roman"/>
          <w:b/>
          <w:sz w:val="40"/>
          <w:szCs w:val="40"/>
          <w:u w:val="single"/>
        </w:rPr>
        <w:t>S</w:t>
      </w:r>
      <w:r w:rsidR="00907C0E" w:rsidRPr="00737F5B">
        <w:rPr>
          <w:rFonts w:ascii="Times New Roman" w:hAnsi="Times New Roman" w:cs="Times New Roman"/>
          <w:b/>
          <w:sz w:val="40"/>
          <w:szCs w:val="40"/>
          <w:u w:val="single"/>
        </w:rPr>
        <w:t>eminář z</w:t>
      </w:r>
      <w:r w:rsidR="00737F5B" w:rsidRPr="00737F5B">
        <w:rPr>
          <w:rFonts w:ascii="Times New Roman" w:hAnsi="Times New Roman" w:cs="Times New Roman"/>
          <w:b/>
          <w:sz w:val="40"/>
          <w:szCs w:val="40"/>
          <w:u w:val="single"/>
        </w:rPr>
        <w:t> </w:t>
      </w:r>
      <w:r w:rsidR="00907C0E" w:rsidRPr="00737F5B">
        <w:rPr>
          <w:rFonts w:ascii="Times New Roman" w:hAnsi="Times New Roman" w:cs="Times New Roman"/>
          <w:b/>
          <w:sz w:val="40"/>
          <w:szCs w:val="40"/>
          <w:u w:val="single"/>
        </w:rPr>
        <w:t>biochemie</w:t>
      </w:r>
    </w:p>
    <w:p w:rsidR="00835C55" w:rsidRPr="00D62AB3" w:rsidRDefault="00D62AB3" w:rsidP="00737F5B">
      <w:pPr>
        <w:rPr>
          <w:rFonts w:ascii="Times New Roman" w:hAnsi="Times New Roman" w:cs="Times New Roman"/>
          <w:b/>
          <w:sz w:val="40"/>
          <w:szCs w:val="40"/>
          <w:u w:val="single"/>
        </w:rPr>
      </w:pPr>
      <w:r>
        <w:rPr>
          <w:noProof/>
        </w:rPr>
        <w:t xml:space="preserve">     </w:t>
      </w:r>
      <w:r w:rsidR="00737F5B">
        <w:rPr>
          <w:noProof/>
        </w:rPr>
        <w:t xml:space="preserve">          </w:t>
      </w:r>
      <w:r>
        <w:rPr>
          <w:noProof/>
        </w:rPr>
        <w:t xml:space="preserve">   </w:t>
      </w:r>
      <w:r>
        <w:rPr>
          <w:noProof/>
        </w:rPr>
        <w:drawing>
          <wp:inline distT="0" distB="0" distL="0" distR="0" wp14:anchorId="42F5DDA1" wp14:editId="6D443F34">
            <wp:extent cx="3895725" cy="1752456"/>
            <wp:effectExtent l="0" t="0" r="0" b="635"/>
            <wp:docPr id="1" name="Obrázek 1" descr="http://www.welt.de/img/wissenschaft/crop109014545/2748722780-ci3x2l-w620/Biochemie-D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elt.de/img/wissenschaft/crop109014545/2748722780-ci3x2l-w620/Biochemie-DN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3379" cy="178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66B" w:rsidRPr="002D1937" w:rsidRDefault="004C04F5" w:rsidP="00907C0E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2018/ 2019</w:t>
      </w:r>
      <w:r w:rsidR="009E0C0C">
        <w:rPr>
          <w:rFonts w:ascii="Times New Roman" w:hAnsi="Times New Roman" w:cs="Times New Roman"/>
          <w:b/>
          <w:sz w:val="32"/>
          <w:szCs w:val="32"/>
          <w:u w:val="single"/>
        </w:rPr>
        <w:t xml:space="preserve"> pro budoucí 4. ročník a oktávu</w:t>
      </w:r>
      <w:r w:rsidR="002D1937">
        <w:rPr>
          <w:rFonts w:ascii="Times New Roman" w:hAnsi="Times New Roman" w:cs="Times New Roman"/>
          <w:b/>
          <w:sz w:val="32"/>
          <w:szCs w:val="32"/>
          <w:u w:val="single"/>
        </w:rPr>
        <w:t xml:space="preserve">  </w:t>
      </w:r>
      <w:r>
        <w:rPr>
          <w:rFonts w:ascii="Times New Roman" w:hAnsi="Times New Roman" w:cs="Times New Roman"/>
          <w:sz w:val="32"/>
          <w:szCs w:val="32"/>
        </w:rPr>
        <w:t>(PhD</w:t>
      </w:r>
      <w:bookmarkStart w:id="0" w:name="_GoBack"/>
      <w:bookmarkEnd w:id="0"/>
      <w:r w:rsidR="002D1937" w:rsidRPr="002D1937">
        <w:rPr>
          <w:rFonts w:ascii="Times New Roman" w:hAnsi="Times New Roman" w:cs="Times New Roman"/>
          <w:sz w:val="32"/>
          <w:szCs w:val="32"/>
        </w:rPr>
        <w:t>r. K. Svobodová)</w:t>
      </w:r>
    </w:p>
    <w:p w:rsidR="008B38F1" w:rsidRPr="00D62AB3" w:rsidRDefault="00907C0E" w:rsidP="00907C0E">
      <w:pPr>
        <w:rPr>
          <w:rFonts w:ascii="Times New Roman" w:hAnsi="Times New Roman" w:cs="Times New Roman"/>
          <w:sz w:val="24"/>
          <w:szCs w:val="24"/>
        </w:rPr>
      </w:pPr>
      <w:r w:rsidRPr="00D62AB3">
        <w:rPr>
          <w:rFonts w:ascii="Times New Roman" w:hAnsi="Times New Roman" w:cs="Times New Roman"/>
          <w:sz w:val="24"/>
          <w:szCs w:val="24"/>
        </w:rPr>
        <w:t xml:space="preserve">Náplní semináře je prohloubení učiva z biochemie, seznámení s metabolickými mapami dějů probíhajících v živých organismech, </w:t>
      </w:r>
      <w:r w:rsidR="000C3021" w:rsidRPr="00D62AB3">
        <w:rPr>
          <w:rFonts w:ascii="Times New Roman" w:hAnsi="Times New Roman" w:cs="Times New Roman"/>
          <w:sz w:val="24"/>
          <w:szCs w:val="24"/>
        </w:rPr>
        <w:t>základní</w:t>
      </w:r>
      <w:r w:rsidRPr="00D62AB3">
        <w:rPr>
          <w:rFonts w:ascii="Times New Roman" w:hAnsi="Times New Roman" w:cs="Times New Roman"/>
          <w:sz w:val="24"/>
          <w:szCs w:val="24"/>
        </w:rPr>
        <w:t xml:space="preserve"> </w:t>
      </w:r>
      <w:r w:rsidR="003A6475" w:rsidRPr="00D62AB3">
        <w:rPr>
          <w:rFonts w:ascii="Times New Roman" w:hAnsi="Times New Roman" w:cs="Times New Roman"/>
          <w:sz w:val="24"/>
          <w:szCs w:val="24"/>
        </w:rPr>
        <w:t>katabolické a anabolické děje.</w:t>
      </w:r>
      <w:r w:rsidR="000C3021" w:rsidRPr="00D62AB3">
        <w:rPr>
          <w:rFonts w:ascii="Times New Roman" w:hAnsi="Times New Roman" w:cs="Times New Roman"/>
          <w:sz w:val="24"/>
          <w:szCs w:val="24"/>
        </w:rPr>
        <w:t xml:space="preserve"> </w:t>
      </w:r>
      <w:r w:rsidR="0007666B" w:rsidRPr="00D62AB3">
        <w:rPr>
          <w:rFonts w:ascii="Times New Roman" w:hAnsi="Times New Roman" w:cs="Times New Roman"/>
          <w:sz w:val="24"/>
          <w:szCs w:val="24"/>
        </w:rPr>
        <w:t>V případě zájmu studentů je možné také prohloubení učiva a zopakování učiva z organické chemie, chemie přírodních látek (lipidy, sacharidy, bílkoviny, terpeny, steroidy, nukleové kyselin) a z obecné biologie.</w:t>
      </w:r>
      <w:r w:rsidR="00D62AB3" w:rsidRPr="00D62AB3">
        <w:rPr>
          <w:rFonts w:ascii="Times New Roman" w:hAnsi="Times New Roman" w:cs="Times New Roman"/>
          <w:sz w:val="24"/>
          <w:szCs w:val="24"/>
        </w:rPr>
        <w:t xml:space="preserve"> </w:t>
      </w:r>
      <w:r w:rsidR="008B38F1" w:rsidRPr="00D62AB3">
        <w:rPr>
          <w:rFonts w:ascii="Times New Roman" w:hAnsi="Times New Roman" w:cs="Times New Roman"/>
          <w:sz w:val="24"/>
          <w:szCs w:val="24"/>
        </w:rPr>
        <w:t xml:space="preserve">V rámci semináře si budou moci studenti vyzkoušet základní laboratorní postupy biochemických dějů v chemické laboratoři. </w:t>
      </w:r>
    </w:p>
    <w:p w:rsidR="00907C0E" w:rsidRPr="00B275D2" w:rsidRDefault="000C3021" w:rsidP="00907C0E">
      <w:pPr>
        <w:rPr>
          <w:rFonts w:ascii="Times New Roman" w:hAnsi="Times New Roman" w:cs="Times New Roman"/>
          <w:b/>
          <w:sz w:val="24"/>
          <w:szCs w:val="24"/>
        </w:rPr>
      </w:pPr>
      <w:r w:rsidRPr="00B275D2">
        <w:rPr>
          <w:rFonts w:ascii="Times New Roman" w:hAnsi="Times New Roman" w:cs="Times New Roman"/>
          <w:b/>
          <w:sz w:val="24"/>
          <w:szCs w:val="24"/>
        </w:rPr>
        <w:t xml:space="preserve">Seminář je vhodný pro studenty, kteří se chtějí ucházet o studium na vysokých školách s přírodovědným zaměřením (přírodovědecká fakulta, lékařské fakulty, </w:t>
      </w:r>
      <w:r w:rsidR="0007666B" w:rsidRPr="00B275D2">
        <w:rPr>
          <w:rFonts w:ascii="Times New Roman" w:hAnsi="Times New Roman" w:cs="Times New Roman"/>
          <w:b/>
          <w:sz w:val="24"/>
          <w:szCs w:val="24"/>
        </w:rPr>
        <w:t xml:space="preserve">zemědělské fakulty, </w:t>
      </w:r>
      <w:r w:rsidR="008B38F1" w:rsidRPr="00B275D2">
        <w:rPr>
          <w:rFonts w:ascii="Times New Roman" w:hAnsi="Times New Roman" w:cs="Times New Roman"/>
          <w:b/>
          <w:sz w:val="24"/>
          <w:szCs w:val="24"/>
        </w:rPr>
        <w:t xml:space="preserve">fakulta </w:t>
      </w:r>
      <w:r w:rsidRPr="00B275D2">
        <w:rPr>
          <w:rFonts w:ascii="Times New Roman" w:hAnsi="Times New Roman" w:cs="Times New Roman"/>
          <w:b/>
          <w:sz w:val="24"/>
          <w:szCs w:val="24"/>
        </w:rPr>
        <w:t>veterinární medicíny, VŠCHT,</w:t>
      </w:r>
      <w:r w:rsidR="008B38F1" w:rsidRPr="00B2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75D2">
        <w:rPr>
          <w:rFonts w:ascii="Times New Roman" w:hAnsi="Times New Roman" w:cs="Times New Roman"/>
          <w:b/>
          <w:sz w:val="24"/>
          <w:szCs w:val="24"/>
        </w:rPr>
        <w:t xml:space="preserve">fyzioterapie </w:t>
      </w:r>
      <w:r w:rsidR="008B38F1" w:rsidRPr="00B275D2">
        <w:rPr>
          <w:rFonts w:ascii="Times New Roman" w:hAnsi="Times New Roman" w:cs="Times New Roman"/>
          <w:b/>
          <w:sz w:val="24"/>
          <w:szCs w:val="24"/>
        </w:rPr>
        <w:t>aj.)</w:t>
      </w:r>
      <w:r w:rsidRPr="00B275D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A6475" w:rsidRPr="00D62AB3" w:rsidRDefault="00D62AB3" w:rsidP="00D62AB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2AB3">
        <w:rPr>
          <w:rFonts w:ascii="Times New Roman" w:hAnsi="Times New Roman" w:cs="Times New Roman"/>
          <w:sz w:val="24"/>
          <w:szCs w:val="24"/>
        </w:rPr>
        <w:t xml:space="preserve">Vitamíny, </w:t>
      </w:r>
      <w:r w:rsidR="0007666B" w:rsidRPr="00D62AB3">
        <w:rPr>
          <w:rFonts w:ascii="Times New Roman" w:hAnsi="Times New Roman" w:cs="Times New Roman"/>
          <w:sz w:val="24"/>
          <w:szCs w:val="24"/>
        </w:rPr>
        <w:t>Enzymy</w:t>
      </w:r>
      <w:r w:rsidRPr="00D62AB3">
        <w:rPr>
          <w:rFonts w:ascii="Times New Roman" w:hAnsi="Times New Roman" w:cs="Times New Roman"/>
          <w:sz w:val="24"/>
          <w:szCs w:val="24"/>
        </w:rPr>
        <w:t>, koenzymy</w:t>
      </w:r>
      <w:r w:rsidR="0007666B" w:rsidRPr="00D62AB3">
        <w:rPr>
          <w:rFonts w:ascii="Times New Roman" w:hAnsi="Times New Roman" w:cs="Times New Roman"/>
          <w:sz w:val="24"/>
          <w:szCs w:val="24"/>
        </w:rPr>
        <w:t xml:space="preserve"> -  Klíčová role enzymů v m</w:t>
      </w:r>
      <w:r w:rsidR="008B38F1" w:rsidRPr="00D62AB3">
        <w:rPr>
          <w:rFonts w:ascii="Times New Roman" w:hAnsi="Times New Roman" w:cs="Times New Roman"/>
          <w:sz w:val="24"/>
          <w:szCs w:val="24"/>
        </w:rPr>
        <w:t xml:space="preserve">etabolických dějích. Podstata </w:t>
      </w:r>
      <w:proofErr w:type="spellStart"/>
      <w:r w:rsidR="008B38F1" w:rsidRPr="00D62AB3">
        <w:rPr>
          <w:rFonts w:ascii="Times New Roman" w:hAnsi="Times New Roman" w:cs="Times New Roman"/>
          <w:sz w:val="24"/>
          <w:szCs w:val="24"/>
        </w:rPr>
        <w:t>biokatalýzy</w:t>
      </w:r>
      <w:proofErr w:type="spellEnd"/>
      <w:r w:rsidR="008B38F1" w:rsidRPr="00D62AB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07C0E" w:rsidRPr="00D62AB3" w:rsidRDefault="00907C0E" w:rsidP="00907C0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2AB3">
        <w:rPr>
          <w:rFonts w:ascii="Times New Roman" w:hAnsi="Times New Roman" w:cs="Times New Roman"/>
          <w:sz w:val="24"/>
          <w:szCs w:val="24"/>
        </w:rPr>
        <w:t xml:space="preserve">Metabolismus sacharidů – </w:t>
      </w:r>
      <w:r w:rsidR="0007666B" w:rsidRPr="00D62AB3">
        <w:rPr>
          <w:rFonts w:ascii="Times New Roman" w:hAnsi="Times New Roman" w:cs="Times New Roman"/>
          <w:sz w:val="24"/>
          <w:szCs w:val="24"/>
        </w:rPr>
        <w:t>podstata buněčného dýchání: glykolýza, Krebsův cyklu. Zá</w:t>
      </w:r>
      <w:r w:rsidR="00D62AB3" w:rsidRPr="00D62AB3">
        <w:rPr>
          <w:rFonts w:ascii="Times New Roman" w:hAnsi="Times New Roman" w:cs="Times New Roman"/>
          <w:sz w:val="24"/>
          <w:szCs w:val="24"/>
        </w:rPr>
        <w:t xml:space="preserve">kladní procesy probíhající při </w:t>
      </w:r>
      <w:r w:rsidR="0007666B" w:rsidRPr="00D62AB3">
        <w:rPr>
          <w:rFonts w:ascii="Times New Roman" w:hAnsi="Times New Roman" w:cs="Times New Roman"/>
          <w:sz w:val="24"/>
          <w:szCs w:val="24"/>
        </w:rPr>
        <w:t>fotosyntéze</w:t>
      </w:r>
      <w:r w:rsidR="00B275D2">
        <w:rPr>
          <w:rFonts w:ascii="Times New Roman" w:hAnsi="Times New Roman" w:cs="Times New Roman"/>
          <w:sz w:val="24"/>
          <w:szCs w:val="24"/>
        </w:rPr>
        <w:t xml:space="preserve"> (C4. C3- rostliny, CAM)</w:t>
      </w:r>
      <w:r w:rsidR="0007666B" w:rsidRPr="00D62AB3">
        <w:rPr>
          <w:rFonts w:ascii="Times New Roman" w:hAnsi="Times New Roman" w:cs="Times New Roman"/>
          <w:sz w:val="24"/>
          <w:szCs w:val="24"/>
        </w:rPr>
        <w:t>.</w:t>
      </w:r>
      <w:r w:rsidR="00B275D2">
        <w:rPr>
          <w:rFonts w:ascii="Times New Roman" w:hAnsi="Times New Roman" w:cs="Times New Roman"/>
          <w:sz w:val="24"/>
          <w:szCs w:val="24"/>
        </w:rPr>
        <w:t xml:space="preserve"> Glukoneogeneze. </w:t>
      </w:r>
      <w:proofErr w:type="spellStart"/>
      <w:r w:rsidR="00B275D2">
        <w:rPr>
          <w:rFonts w:ascii="Times New Roman" w:hAnsi="Times New Roman" w:cs="Times New Roman"/>
          <w:sz w:val="24"/>
          <w:szCs w:val="24"/>
        </w:rPr>
        <w:t>Pentosofosfátový</w:t>
      </w:r>
      <w:proofErr w:type="spellEnd"/>
      <w:r w:rsidR="00B275D2">
        <w:rPr>
          <w:rFonts w:ascii="Times New Roman" w:hAnsi="Times New Roman" w:cs="Times New Roman"/>
          <w:sz w:val="24"/>
          <w:szCs w:val="24"/>
        </w:rPr>
        <w:t xml:space="preserve"> cyklus. </w:t>
      </w:r>
    </w:p>
    <w:p w:rsidR="00907C0E" w:rsidRPr="00D62AB3" w:rsidRDefault="00907C0E" w:rsidP="00907C0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2AB3">
        <w:rPr>
          <w:rFonts w:ascii="Times New Roman" w:hAnsi="Times New Roman" w:cs="Times New Roman"/>
          <w:sz w:val="24"/>
          <w:szCs w:val="24"/>
        </w:rPr>
        <w:t xml:space="preserve">Metabolismus proteinů </w:t>
      </w:r>
      <w:r w:rsidR="000C3021" w:rsidRPr="00D62AB3">
        <w:rPr>
          <w:rFonts w:ascii="Times New Roman" w:hAnsi="Times New Roman" w:cs="Times New Roman"/>
          <w:sz w:val="24"/>
          <w:szCs w:val="24"/>
        </w:rPr>
        <w:t>–</w:t>
      </w:r>
      <w:r w:rsidRPr="00D62AB3">
        <w:rPr>
          <w:rFonts w:ascii="Times New Roman" w:hAnsi="Times New Roman" w:cs="Times New Roman"/>
          <w:sz w:val="24"/>
          <w:szCs w:val="24"/>
        </w:rPr>
        <w:t xml:space="preserve"> </w:t>
      </w:r>
      <w:r w:rsidR="000C3021" w:rsidRPr="00D62AB3">
        <w:rPr>
          <w:rFonts w:ascii="Times New Roman" w:hAnsi="Times New Roman" w:cs="Times New Roman"/>
          <w:sz w:val="24"/>
          <w:szCs w:val="24"/>
        </w:rPr>
        <w:t>proteosyntéza, proteolýza</w:t>
      </w:r>
    </w:p>
    <w:p w:rsidR="00737F5B" w:rsidRPr="00737F5B" w:rsidRDefault="00907C0E" w:rsidP="00134F0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62AB3">
        <w:rPr>
          <w:rFonts w:ascii="Times New Roman" w:hAnsi="Times New Roman" w:cs="Times New Roman"/>
          <w:sz w:val="24"/>
          <w:szCs w:val="24"/>
        </w:rPr>
        <w:t>Metabolismus lipidů – β-oxidace mastných kyselin</w:t>
      </w:r>
      <w:r w:rsidR="008B38F1" w:rsidRPr="00D62AB3">
        <w:rPr>
          <w:rFonts w:ascii="Times New Roman" w:hAnsi="Times New Roman" w:cs="Times New Roman"/>
          <w:sz w:val="24"/>
          <w:szCs w:val="24"/>
        </w:rPr>
        <w:t>, biosyntéza lipidů</w:t>
      </w:r>
    </w:p>
    <w:p w:rsidR="00B275D2" w:rsidRDefault="00737F5B" w:rsidP="00B275D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907C0E" w:rsidRPr="00D62AB3">
        <w:rPr>
          <w:rFonts w:ascii="Times New Roman" w:hAnsi="Times New Roman" w:cs="Times New Roman"/>
          <w:sz w:val="24"/>
          <w:szCs w:val="24"/>
        </w:rPr>
        <w:t xml:space="preserve">etabolismus nukleových </w:t>
      </w:r>
      <w:r w:rsidR="00D62AB3">
        <w:rPr>
          <w:rFonts w:ascii="Times New Roman" w:hAnsi="Times New Roman" w:cs="Times New Roman"/>
          <w:sz w:val="24"/>
          <w:szCs w:val="24"/>
        </w:rPr>
        <w:t>kyselin</w:t>
      </w:r>
      <w:r w:rsidR="00907C0E" w:rsidRPr="00D62AB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replikace DNA, transkripce, translace   </w:t>
      </w:r>
    </w:p>
    <w:p w:rsidR="00B275D2" w:rsidRDefault="00B275D2" w:rsidP="00B275D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2AB3">
        <w:rPr>
          <w:rFonts w:ascii="Times New Roman" w:hAnsi="Times New Roman" w:cs="Times New Roman"/>
          <w:sz w:val="24"/>
          <w:szCs w:val="24"/>
        </w:rPr>
        <w:t xml:space="preserve">Základy genetiky – definice základních pojmů, genetický </w:t>
      </w:r>
      <w:proofErr w:type="spellStart"/>
      <w:r w:rsidRPr="00D62AB3">
        <w:rPr>
          <w:rFonts w:ascii="Times New Roman" w:hAnsi="Times New Roman" w:cs="Times New Roman"/>
          <w:sz w:val="24"/>
          <w:szCs w:val="24"/>
        </w:rPr>
        <w:t>kod</w:t>
      </w:r>
      <w:proofErr w:type="spellEnd"/>
      <w:r w:rsidRPr="00D62AB3">
        <w:rPr>
          <w:rFonts w:ascii="Times New Roman" w:hAnsi="Times New Roman" w:cs="Times New Roman"/>
          <w:sz w:val="24"/>
          <w:szCs w:val="24"/>
        </w:rPr>
        <w:t>, genetických zákonitostí, genetická informace a její přenos, centrá</w:t>
      </w:r>
      <w:r>
        <w:rPr>
          <w:rFonts w:ascii="Times New Roman" w:hAnsi="Times New Roman" w:cs="Times New Roman"/>
          <w:sz w:val="24"/>
          <w:szCs w:val="24"/>
        </w:rPr>
        <w:t>lní dogma molekulární biologie.</w:t>
      </w:r>
      <w:r w:rsidRPr="00B275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Klonování</w:t>
      </w:r>
    </w:p>
    <w:p w:rsidR="00B275D2" w:rsidRPr="00D62AB3" w:rsidRDefault="00B275D2" w:rsidP="00B275D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Biochemické hledisko bakteriologie, virologie – přehled nemocí, viroidy, </w:t>
      </w:r>
      <w:proofErr w:type="spellStart"/>
      <w:r>
        <w:rPr>
          <w:rFonts w:ascii="Times New Roman" w:hAnsi="Times New Roman" w:cs="Times New Roman"/>
          <w:sz w:val="24"/>
          <w:szCs w:val="24"/>
        </w:rPr>
        <w:t>priony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D1937" w:rsidRPr="002D1937" w:rsidRDefault="00737F5B" w:rsidP="002D1937">
      <w:pPr>
        <w:pStyle w:val="Odstavecseseznamem"/>
        <w:rPr>
          <w:noProof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0181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26D96447" wp14:editId="7CE8C2CB">
            <wp:extent cx="2073275" cy="3296275"/>
            <wp:effectExtent l="0" t="0" r="3175" b="0"/>
            <wp:docPr id="3" name="Obrázek 3" descr="https://encrypted-tbn0.gstatic.com/images?q=tbn:ANd9GcQS89o4CTSupBUDrVEF4zr130zb_ezDrpvDXu52zRj8W3iVw_9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0.gstatic.com/images?q=tbn:ANd9GcQS89o4CTSupBUDrVEF4zr130zb_ezDrpvDXu52zRj8W3iVw_9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329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 w:rsidR="002D1937">
        <w:rPr>
          <w:noProof/>
        </w:rPr>
        <w:t xml:space="preserve">       </w:t>
      </w:r>
      <w:r>
        <w:rPr>
          <w:noProof/>
        </w:rPr>
        <w:t xml:space="preserve">  </w:t>
      </w:r>
      <w:r>
        <w:rPr>
          <w:noProof/>
        </w:rPr>
        <w:drawing>
          <wp:inline distT="0" distB="0" distL="0" distR="0">
            <wp:extent cx="2295873" cy="3162300"/>
            <wp:effectExtent l="0" t="0" r="9525" b="0"/>
            <wp:docPr id="5" name="Obrázek 5" descr="http://dl1.cuni.cz/pluginfile.php/254705/mod_page/content/18/AK%20do%20metabolism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dl1.cuni.cz/pluginfile.php/254705/mod_page/content/18/AK%20do%20metabolismu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828" cy="3192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1937">
        <w:rPr>
          <w:noProof/>
        </w:rPr>
        <w:t xml:space="preserve"> </w:t>
      </w:r>
    </w:p>
    <w:tbl>
      <w:tblPr>
        <w:tblStyle w:val="Mkatabulky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4"/>
        <w:gridCol w:w="4992"/>
      </w:tblGrid>
      <w:tr w:rsidR="00737F5B" w:rsidTr="001F5F91">
        <w:tc>
          <w:tcPr>
            <w:tcW w:w="4859" w:type="dxa"/>
          </w:tcPr>
          <w:p w:rsidR="001F5F91" w:rsidRDefault="009E0C0C" w:rsidP="00737F5B">
            <w:pPr>
              <w:pStyle w:val="Odstavecseseznamem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</w:t>
            </w:r>
            <w:r w:rsidR="00737F5B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5103" w:type="dxa"/>
          </w:tcPr>
          <w:p w:rsidR="001F5F91" w:rsidRDefault="001F5F91" w:rsidP="001F5F91">
            <w:pPr>
              <w:pStyle w:val="Odstavecseseznamem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666B" w:rsidRPr="0007666B" w:rsidRDefault="0007666B" w:rsidP="00EB584C">
      <w:pPr>
        <w:rPr>
          <w:rFonts w:ascii="Times New Roman" w:hAnsi="Times New Roman" w:cs="Times New Roman"/>
          <w:sz w:val="28"/>
          <w:szCs w:val="28"/>
        </w:rPr>
      </w:pPr>
    </w:p>
    <w:sectPr w:rsidR="0007666B" w:rsidRPr="0007666B" w:rsidSect="000766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A0C39"/>
    <w:multiLevelType w:val="hybridMultilevel"/>
    <w:tmpl w:val="A106E7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C0E"/>
    <w:rsid w:val="0007666B"/>
    <w:rsid w:val="000C3021"/>
    <w:rsid w:val="001F5F91"/>
    <w:rsid w:val="002A3EBF"/>
    <w:rsid w:val="002D1937"/>
    <w:rsid w:val="003A6475"/>
    <w:rsid w:val="004C04F5"/>
    <w:rsid w:val="006521E2"/>
    <w:rsid w:val="00737F5B"/>
    <w:rsid w:val="00835C55"/>
    <w:rsid w:val="00873E30"/>
    <w:rsid w:val="008B38F1"/>
    <w:rsid w:val="00907C0E"/>
    <w:rsid w:val="00995686"/>
    <w:rsid w:val="009E0C0C"/>
    <w:rsid w:val="00B275D2"/>
    <w:rsid w:val="00D62AB3"/>
    <w:rsid w:val="00E0181B"/>
    <w:rsid w:val="00EB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988FC"/>
  <w15:docId w15:val="{57F6F9E2-4B0E-44D7-9562-BEF6D798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07C0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F5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5F9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1F5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8DA15129</Template>
  <TotalTime>0</TotalTime>
  <Pages>2</Pages>
  <Words>233</Words>
  <Characters>1379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verunka</dc:creator>
  <cp:lastModifiedBy>Svobodová Kristýna</cp:lastModifiedBy>
  <cp:revision>2</cp:revision>
  <dcterms:created xsi:type="dcterms:W3CDTF">2018-01-10T12:49:00Z</dcterms:created>
  <dcterms:modified xsi:type="dcterms:W3CDTF">2018-01-10T12:49:00Z</dcterms:modified>
</cp:coreProperties>
</file>